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5AE" w:rsidRPr="00564030" w:rsidRDefault="000027A9" w:rsidP="00564030">
      <w:pPr>
        <w:pStyle w:val="HSHMP"/>
        <w:ind w:left="0" w:right="-1"/>
      </w:pPr>
      <w:r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inline distT="0" distB="0" distL="0" distR="0" wp14:anchorId="38B2022E" wp14:editId="200A74A8">
                <wp:extent cx="2966085" cy="1285875"/>
                <wp:effectExtent l="0" t="0" r="5715" b="9525"/>
                <wp:docPr id="4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08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50F" w:rsidRPr="00DB230B" w:rsidRDefault="009C050F" w:rsidP="000027A9">
                            <w:pPr>
                              <w:tabs>
                                <w:tab w:val="left" w:pos="0"/>
                              </w:tabs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</w:pPr>
                            <w:r w:rsidRPr="00DB230B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 xml:space="preserve"> Váš dopis č. j.:</w:t>
                            </w:r>
                            <w:r w:rsidRPr="00DB230B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ab/>
                            </w:r>
                            <w:r w:rsidR="00F30ACD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sine</w:t>
                            </w:r>
                          </w:p>
                          <w:p w:rsidR="009C050F" w:rsidRPr="00DB230B" w:rsidRDefault="0094642A" w:rsidP="000027A9">
                            <w:pPr>
                              <w:tabs>
                                <w:tab w:val="left" w:pos="851"/>
                              </w:tabs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 xml:space="preserve"> Ze dne: </w:t>
                            </w:r>
                            <w:r w:rsidR="009B60D0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:rsidR="009C050F" w:rsidRPr="00DB230B" w:rsidRDefault="006D4299" w:rsidP="000027A9">
                            <w:pPr>
                              <w:tabs>
                                <w:tab w:val="left" w:pos="851"/>
                              </w:tabs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 xml:space="preserve"> Naše č. j.: HSHMP </w:t>
                            </w:r>
                            <w:r w:rsidR="00D24970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22831</w:t>
                            </w:r>
                            <w:r w:rsidR="00CF0C53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/202</w:t>
                            </w:r>
                            <w:r w:rsidR="00AD5549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9C050F" w:rsidRPr="00DB230B" w:rsidRDefault="00CB25F9" w:rsidP="000027A9">
                            <w:pPr>
                              <w:tabs>
                                <w:tab w:val="left" w:pos="851"/>
                              </w:tabs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 xml:space="preserve"> Spis. z</w:t>
                            </w:r>
                            <w:r w:rsidR="006D4299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 xml:space="preserve">n.: S-HSHMP </w:t>
                            </w:r>
                            <w:r w:rsidR="00D24970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22831</w:t>
                            </w:r>
                            <w:r w:rsidR="00CF0C53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/202</w:t>
                            </w:r>
                            <w:r w:rsidR="00AD5549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2</w:t>
                            </w:r>
                            <w:r w:rsidR="009C050F" w:rsidRPr="00603A07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/</w:t>
                            </w:r>
                            <w:r w:rsidR="0056473B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0</w:t>
                            </w:r>
                            <w:r w:rsidR="004F0008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1147</w:t>
                            </w:r>
                          </w:p>
                          <w:p w:rsidR="00841509" w:rsidRDefault="009C050F" w:rsidP="000027A9">
                            <w:pPr>
                              <w:tabs>
                                <w:tab w:val="left" w:pos="851"/>
                              </w:tabs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 xml:space="preserve"> Vyřizuje: </w:t>
                            </w:r>
                            <w:r w:rsidR="000E77BE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Bc. Ve</w:t>
                            </w:r>
                            <w:r w:rsidR="003E678D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ndula Přibilová</w:t>
                            </w:r>
                          </w:p>
                          <w:p w:rsidR="009C050F" w:rsidRPr="00DB230B" w:rsidRDefault="008F5694" w:rsidP="000027A9">
                            <w:pPr>
                              <w:tabs>
                                <w:tab w:val="left" w:pos="851"/>
                              </w:tabs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C050F" w:rsidRPr="00DB230B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 xml:space="preserve">Tel.: </w:t>
                            </w:r>
                            <w:r w:rsidR="000E77BE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233 087 7</w:t>
                            </w:r>
                            <w:r w:rsidR="003E678D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  <w:p w:rsidR="009C050F" w:rsidRPr="00DB230B" w:rsidRDefault="009C050F" w:rsidP="000027A9">
                            <w:pPr>
                              <w:tabs>
                                <w:tab w:val="left" w:pos="851"/>
                              </w:tabs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 xml:space="preserve"> E-mail: </w:t>
                            </w:r>
                            <w:r w:rsidR="000E77BE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v</w:t>
                            </w:r>
                            <w:r w:rsidR="003E678D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endula</w:t>
                            </w:r>
                            <w:r w:rsidR="000E77BE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.</w:t>
                            </w:r>
                            <w:r w:rsidR="003E678D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pribilova</w:t>
                            </w:r>
                            <w:r w:rsidRPr="001B4EAB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@hygpraha.cz</w:t>
                            </w:r>
                          </w:p>
                          <w:p w:rsidR="009C050F" w:rsidRPr="00DB230B" w:rsidRDefault="006D4299" w:rsidP="000027A9">
                            <w:pPr>
                              <w:tabs>
                                <w:tab w:val="left" w:pos="851"/>
                              </w:tabs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 xml:space="preserve"> V Praze dne: </w:t>
                            </w:r>
                            <w:r w:rsidR="0056473B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1</w:t>
                            </w:r>
                            <w:r w:rsidR="00D24970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3</w:t>
                            </w:r>
                            <w:r w:rsidR="00027CBF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D24970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5</w:t>
                            </w:r>
                            <w:r w:rsidR="001C4F3F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. 202</w:t>
                            </w:r>
                            <w:r w:rsidR="003E678D">
                              <w:rPr>
                                <w:rFonts w:asciiTheme="majorHAnsi" w:hAnsiTheme="majorHAnsi" w:cstheme="majorHAnsi"/>
                                <w:color w:val="171C8F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8B2022E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width:233.55pt;height:10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" stroked="f">
                <v:textbox inset="0,0,0,0">
                  <w:txbxContent>
                    <w:p w:rsidR="009C050F" w:rsidRPr="00DB230B" w:rsidRDefault="009C050F" w:rsidP="000027A9">
                      <w:pPr>
                        <w:tabs>
                          <w:tab w:val="left" w:pos="0"/>
                        </w:tabs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</w:pPr>
                      <w:r w:rsidRPr="00DB230B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 xml:space="preserve"> Váš dopis č. j.:</w:t>
                      </w:r>
                      <w:r w:rsidRPr="00DB230B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ab/>
                      </w:r>
                      <w:r w:rsidR="00F30ACD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sine</w:t>
                      </w:r>
                    </w:p>
                    <w:p w:rsidR="009C050F" w:rsidRPr="00DB230B" w:rsidRDefault="0094642A" w:rsidP="000027A9">
                      <w:pPr>
                        <w:tabs>
                          <w:tab w:val="left" w:pos="851"/>
                        </w:tabs>
                        <w:rPr>
                          <w:rFonts w:asciiTheme="majorHAnsi" w:hAnsiTheme="majorHAnsi" w:cstheme="majorHAnsi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 xml:space="preserve"> Ze dne: </w:t>
                      </w:r>
                      <w:r w:rsidR="009B60D0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-</w:t>
                      </w:r>
                    </w:p>
                    <w:p w:rsidR="009C050F" w:rsidRPr="00DB230B" w:rsidRDefault="006D4299" w:rsidP="000027A9">
                      <w:pPr>
                        <w:tabs>
                          <w:tab w:val="left" w:pos="851"/>
                        </w:tabs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 xml:space="preserve"> Naše č. j.: HSHMP </w:t>
                      </w:r>
                      <w:r w:rsidR="00D24970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22831</w:t>
                      </w:r>
                      <w:r w:rsidR="00CF0C53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/202</w:t>
                      </w:r>
                      <w:r w:rsidR="00AD5549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2</w:t>
                      </w:r>
                    </w:p>
                    <w:p w:rsidR="009C050F" w:rsidRPr="00DB230B" w:rsidRDefault="00CB25F9" w:rsidP="000027A9">
                      <w:pPr>
                        <w:tabs>
                          <w:tab w:val="left" w:pos="851"/>
                        </w:tabs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 xml:space="preserve"> Spis. z</w:t>
                      </w:r>
                      <w:r w:rsidR="006D4299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 xml:space="preserve">n.: S-HSHMP </w:t>
                      </w:r>
                      <w:r w:rsidR="00D24970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22831</w:t>
                      </w:r>
                      <w:r w:rsidR="00CF0C53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/202</w:t>
                      </w:r>
                      <w:r w:rsidR="00AD5549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2</w:t>
                      </w:r>
                      <w:r w:rsidR="009C050F" w:rsidRPr="00603A07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/</w:t>
                      </w:r>
                      <w:r w:rsidR="0056473B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0</w:t>
                      </w:r>
                      <w:r w:rsidR="004F0008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1147</w:t>
                      </w:r>
                    </w:p>
                    <w:p w:rsidR="00841509" w:rsidRDefault="009C050F" w:rsidP="000027A9">
                      <w:pPr>
                        <w:tabs>
                          <w:tab w:val="left" w:pos="851"/>
                        </w:tabs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 xml:space="preserve"> Vyřizuje: </w:t>
                      </w:r>
                      <w:r w:rsidR="000E77BE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Bc. Ve</w:t>
                      </w:r>
                      <w:r w:rsidR="003E678D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ndula Přibilová</w:t>
                      </w:r>
                    </w:p>
                    <w:p w:rsidR="009C050F" w:rsidRPr="00DB230B" w:rsidRDefault="008F5694" w:rsidP="000027A9">
                      <w:pPr>
                        <w:tabs>
                          <w:tab w:val="left" w:pos="851"/>
                        </w:tabs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 xml:space="preserve"> </w:t>
                      </w:r>
                      <w:r w:rsidR="009C050F" w:rsidRPr="00DB230B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 xml:space="preserve">Tel.: </w:t>
                      </w:r>
                      <w:r w:rsidR="000E77BE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233 087 7</w:t>
                      </w:r>
                      <w:r w:rsidR="003E678D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28</w:t>
                      </w:r>
                    </w:p>
                    <w:p w:rsidR="009C050F" w:rsidRPr="00DB230B" w:rsidRDefault="009C050F" w:rsidP="000027A9">
                      <w:pPr>
                        <w:tabs>
                          <w:tab w:val="left" w:pos="851"/>
                        </w:tabs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 xml:space="preserve"> E-mail: </w:t>
                      </w:r>
                      <w:r w:rsidR="000E77BE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v</w:t>
                      </w:r>
                      <w:r w:rsidR="003E678D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endula</w:t>
                      </w:r>
                      <w:r w:rsidR="000E77BE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.</w:t>
                      </w:r>
                      <w:r w:rsidR="003E678D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pribilova</w:t>
                      </w:r>
                      <w:r w:rsidRPr="001B4EAB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@hygpraha.cz</w:t>
                      </w:r>
                    </w:p>
                    <w:p w:rsidR="009C050F" w:rsidRPr="00DB230B" w:rsidRDefault="006D4299" w:rsidP="000027A9">
                      <w:pPr>
                        <w:tabs>
                          <w:tab w:val="left" w:pos="851"/>
                        </w:tabs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 xml:space="preserve"> V Praze dne: </w:t>
                      </w:r>
                      <w:r w:rsidR="0056473B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1</w:t>
                      </w:r>
                      <w:r w:rsidR="00D24970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3</w:t>
                      </w:r>
                      <w:r w:rsidR="00027CBF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 xml:space="preserve">. </w:t>
                      </w:r>
                      <w:r w:rsidR="00D24970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5</w:t>
                      </w:r>
                      <w:r w:rsidR="001C4F3F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. 202</w:t>
                      </w:r>
                      <w:r w:rsidR="003E678D">
                        <w:rPr>
                          <w:rFonts w:asciiTheme="majorHAnsi" w:hAnsiTheme="majorHAnsi" w:cstheme="majorHAnsi"/>
                          <w:color w:val="171C8F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 xml:space="preserve">            </w:t>
      </w:r>
      <w:r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inline distT="0" distB="0" distL="0" distR="0" wp14:anchorId="4C2A119E" wp14:editId="04F2CA45">
                <wp:extent cx="2628900" cy="1285875"/>
                <wp:effectExtent l="0" t="0" r="0" b="9525"/>
                <wp:docPr id="2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6AB" w:rsidRDefault="00D24970" w:rsidP="009B60D0">
                            <w:pPr>
                              <w:tabs>
                                <w:tab w:val="left" w:pos="0"/>
                              </w:tabs>
                              <w:spacing w:after="20"/>
                              <w:rPr>
                                <w:rFonts w:asciiTheme="majorHAnsi" w:hAnsiTheme="majorHAnsi" w:cstheme="majorHAnsi"/>
                                <w:b/>
                                <w:color w:val="161C8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161C8F"/>
                                <w:sz w:val="20"/>
                                <w:szCs w:val="20"/>
                              </w:rPr>
                              <w:t>Ing. Radim Jareš</w:t>
                            </w:r>
                          </w:p>
                          <w:p w:rsidR="003E678D" w:rsidRDefault="002976AB" w:rsidP="009B60D0">
                            <w:pPr>
                              <w:tabs>
                                <w:tab w:val="left" w:pos="0"/>
                              </w:tabs>
                              <w:spacing w:after="20"/>
                              <w:rPr>
                                <w:rFonts w:asciiTheme="majorHAnsi" w:hAnsiTheme="majorHAnsi" w:cstheme="majorHAnsi"/>
                                <w:color w:val="161C8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61C8F"/>
                                <w:sz w:val="20"/>
                                <w:szCs w:val="20"/>
                              </w:rPr>
                              <w:t>V</w:t>
                            </w:r>
                            <w:r w:rsidR="00D24970">
                              <w:rPr>
                                <w:rFonts w:asciiTheme="majorHAnsi" w:hAnsiTheme="majorHAnsi" w:cstheme="majorHAnsi"/>
                                <w:color w:val="161C8F"/>
                                <w:sz w:val="20"/>
                                <w:szCs w:val="20"/>
                              </w:rPr>
                              <w:t>e svahu 908/25</w:t>
                            </w:r>
                          </w:p>
                          <w:p w:rsidR="009B60D0" w:rsidRDefault="00624181" w:rsidP="009B60D0">
                            <w:pPr>
                              <w:tabs>
                                <w:tab w:val="left" w:pos="0"/>
                              </w:tabs>
                              <w:spacing w:after="20"/>
                              <w:rPr>
                                <w:rFonts w:asciiTheme="majorHAnsi" w:hAnsiTheme="majorHAnsi" w:cstheme="majorHAnsi"/>
                                <w:color w:val="161C8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61C8F"/>
                                <w:sz w:val="20"/>
                                <w:szCs w:val="20"/>
                              </w:rPr>
                              <w:t>1</w:t>
                            </w:r>
                            <w:r w:rsidR="00D24970">
                              <w:rPr>
                                <w:rFonts w:asciiTheme="majorHAnsi" w:hAnsiTheme="majorHAnsi" w:cstheme="majorHAnsi"/>
                                <w:color w:val="161C8F"/>
                                <w:sz w:val="20"/>
                                <w:szCs w:val="20"/>
                              </w:rPr>
                              <w:t>47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161C8F"/>
                                <w:sz w:val="20"/>
                                <w:szCs w:val="20"/>
                              </w:rPr>
                              <w:t xml:space="preserve"> 00 Praha </w:t>
                            </w:r>
                            <w:r w:rsidR="00D24970">
                              <w:rPr>
                                <w:rFonts w:asciiTheme="majorHAnsi" w:hAnsiTheme="majorHAnsi" w:cstheme="majorHAnsi"/>
                                <w:color w:val="161C8F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:rsidR="00027CBF" w:rsidRDefault="00027CBF" w:rsidP="009B60D0">
                            <w:pPr>
                              <w:tabs>
                                <w:tab w:val="left" w:pos="0"/>
                              </w:tabs>
                              <w:spacing w:after="20"/>
                              <w:rPr>
                                <w:rFonts w:asciiTheme="majorHAnsi" w:hAnsiTheme="majorHAnsi" w:cstheme="majorHAnsi"/>
                                <w:color w:val="161C8F"/>
                                <w:sz w:val="20"/>
                                <w:szCs w:val="20"/>
                              </w:rPr>
                            </w:pPr>
                          </w:p>
                          <w:p w:rsidR="00027CBF" w:rsidRPr="00027CBF" w:rsidRDefault="00027CBF" w:rsidP="00D17B8E">
                            <w:pPr>
                              <w:tabs>
                                <w:tab w:val="left" w:pos="0"/>
                              </w:tabs>
                              <w:spacing w:after="20"/>
                              <w:rPr>
                                <w:rFonts w:asciiTheme="majorHAnsi" w:hAnsiTheme="majorHAnsi" w:cstheme="majorHAnsi"/>
                                <w:i/>
                                <w:color w:val="161C8F"/>
                                <w:sz w:val="20"/>
                                <w:szCs w:val="20"/>
                              </w:rPr>
                            </w:pPr>
                            <w:r w:rsidRPr="00027CBF">
                              <w:rPr>
                                <w:rFonts w:asciiTheme="majorHAnsi" w:hAnsiTheme="majorHAnsi" w:cstheme="majorHAnsi"/>
                                <w:i/>
                                <w:color w:val="161C8F"/>
                                <w:sz w:val="20"/>
                                <w:szCs w:val="20"/>
                              </w:rPr>
                              <w:t xml:space="preserve">IČO: </w:t>
                            </w:r>
                            <w:r w:rsidR="00D24970">
                              <w:rPr>
                                <w:rFonts w:asciiTheme="majorHAnsi" w:hAnsiTheme="majorHAnsi" w:cstheme="majorHAnsi"/>
                                <w:i/>
                                <w:color w:val="161C8F"/>
                                <w:sz w:val="20"/>
                                <w:szCs w:val="20"/>
                              </w:rPr>
                              <w:t>70057796</w:t>
                            </w:r>
                          </w:p>
                          <w:p w:rsidR="00027CBF" w:rsidRPr="00027CBF" w:rsidRDefault="00AE3E9B" w:rsidP="00F24949">
                            <w:pPr>
                              <w:tabs>
                                <w:tab w:val="left" w:pos="0"/>
                              </w:tabs>
                              <w:spacing w:after="20"/>
                              <w:rPr>
                                <w:rFonts w:asciiTheme="majorHAnsi" w:hAnsiTheme="majorHAnsi" w:cstheme="majorHAnsi"/>
                                <w:i/>
                                <w:color w:val="161C8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i/>
                                <w:color w:val="161C8F"/>
                                <w:sz w:val="20"/>
                                <w:szCs w:val="20"/>
                              </w:rPr>
                              <w:t>Email: q-projekt@</w:t>
                            </w:r>
                            <w:r w:rsidR="00A82CCC">
                              <w:rPr>
                                <w:rFonts w:asciiTheme="majorHAnsi" w:hAnsiTheme="majorHAnsi" w:cstheme="majorHAnsi"/>
                                <w:i/>
                                <w:color w:val="161C8F"/>
                                <w:sz w:val="20"/>
                                <w:szCs w:val="20"/>
                              </w:rPr>
                              <w:t>q</w:t>
                            </w:r>
                            <w:r>
                              <w:rPr>
                                <w:rFonts w:asciiTheme="majorHAnsi" w:hAnsiTheme="majorHAnsi" w:cstheme="majorHAnsi"/>
                                <w:i/>
                                <w:color w:val="161C8F"/>
                                <w:sz w:val="20"/>
                                <w:szCs w:val="20"/>
                              </w:rPr>
                              <w:t>-projekt.cz</w:t>
                            </w:r>
                          </w:p>
                          <w:p w:rsidR="009B60D0" w:rsidRPr="009B60D0" w:rsidRDefault="009B60D0" w:rsidP="009B60D0">
                            <w:pPr>
                              <w:tabs>
                                <w:tab w:val="left" w:pos="0"/>
                              </w:tabs>
                              <w:spacing w:after="20"/>
                              <w:rPr>
                                <w:rFonts w:asciiTheme="majorHAnsi" w:hAnsiTheme="majorHAnsi" w:cstheme="majorHAnsi"/>
                                <w:color w:val="161C8F"/>
                                <w:sz w:val="20"/>
                                <w:szCs w:val="20"/>
                              </w:rPr>
                            </w:pPr>
                          </w:p>
                          <w:p w:rsidR="009C050F" w:rsidRPr="007E1474" w:rsidRDefault="00627523" w:rsidP="009B60D0">
                            <w:pPr>
                              <w:tabs>
                                <w:tab w:val="left" w:pos="0"/>
                              </w:tabs>
                              <w:spacing w:after="20"/>
                              <w:rPr>
                                <w:rFonts w:asciiTheme="majorHAnsi" w:hAnsiTheme="majorHAnsi" w:cstheme="majorHAnsi"/>
                                <w:i/>
                                <w:color w:val="161C8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i/>
                                <w:color w:val="161C8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2A119E" id="Textové pole 14" o:spid="_x0000_s1027" type="#_x0000_t202" style="width:207pt;height:10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" stroked="f">
                <v:textbox inset="0,0,0,0">
                  <w:txbxContent>
                    <w:p w:rsidR="002976AB" w:rsidRDefault="00D24970" w:rsidP="009B60D0">
                      <w:pPr>
                        <w:tabs>
                          <w:tab w:val="left" w:pos="0"/>
                        </w:tabs>
                        <w:spacing w:after="20"/>
                        <w:rPr>
                          <w:rFonts w:asciiTheme="majorHAnsi" w:hAnsiTheme="majorHAnsi" w:cstheme="majorHAnsi"/>
                          <w:b/>
                          <w:color w:val="161C8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color w:val="161C8F"/>
                          <w:sz w:val="20"/>
                          <w:szCs w:val="20"/>
                        </w:rPr>
                        <w:t>Ing. Radim Jareš</w:t>
                      </w:r>
                    </w:p>
                    <w:p w:rsidR="003E678D" w:rsidRDefault="002976AB" w:rsidP="009B60D0">
                      <w:pPr>
                        <w:tabs>
                          <w:tab w:val="left" w:pos="0"/>
                        </w:tabs>
                        <w:spacing w:after="20"/>
                        <w:rPr>
                          <w:rFonts w:asciiTheme="majorHAnsi" w:hAnsiTheme="majorHAnsi" w:cstheme="majorHAnsi"/>
                          <w:color w:val="161C8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61C8F"/>
                          <w:sz w:val="20"/>
                          <w:szCs w:val="20"/>
                        </w:rPr>
                        <w:t>V</w:t>
                      </w:r>
                      <w:r w:rsidR="00D24970">
                        <w:rPr>
                          <w:rFonts w:asciiTheme="majorHAnsi" w:hAnsiTheme="majorHAnsi" w:cstheme="majorHAnsi"/>
                          <w:color w:val="161C8F"/>
                          <w:sz w:val="20"/>
                          <w:szCs w:val="20"/>
                        </w:rPr>
                        <w:t>e svahu 908/25</w:t>
                      </w:r>
                    </w:p>
                    <w:p w:rsidR="009B60D0" w:rsidRDefault="00624181" w:rsidP="009B60D0">
                      <w:pPr>
                        <w:tabs>
                          <w:tab w:val="left" w:pos="0"/>
                        </w:tabs>
                        <w:spacing w:after="20"/>
                        <w:rPr>
                          <w:rFonts w:asciiTheme="majorHAnsi" w:hAnsiTheme="majorHAnsi" w:cstheme="majorHAnsi"/>
                          <w:color w:val="161C8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61C8F"/>
                          <w:sz w:val="20"/>
                          <w:szCs w:val="20"/>
                        </w:rPr>
                        <w:t>1</w:t>
                      </w:r>
                      <w:r w:rsidR="00D24970">
                        <w:rPr>
                          <w:rFonts w:asciiTheme="majorHAnsi" w:hAnsiTheme="majorHAnsi" w:cstheme="majorHAnsi"/>
                          <w:color w:val="161C8F"/>
                          <w:sz w:val="20"/>
                          <w:szCs w:val="20"/>
                        </w:rPr>
                        <w:t>47</w:t>
                      </w:r>
                      <w:r>
                        <w:rPr>
                          <w:rFonts w:asciiTheme="majorHAnsi" w:hAnsiTheme="majorHAnsi" w:cstheme="majorHAnsi"/>
                          <w:color w:val="161C8F"/>
                          <w:sz w:val="20"/>
                          <w:szCs w:val="20"/>
                        </w:rPr>
                        <w:t xml:space="preserve"> 00 Praha </w:t>
                      </w:r>
                      <w:r w:rsidR="00D24970">
                        <w:rPr>
                          <w:rFonts w:asciiTheme="majorHAnsi" w:hAnsiTheme="majorHAnsi" w:cstheme="majorHAnsi"/>
                          <w:color w:val="161C8F"/>
                          <w:sz w:val="20"/>
                          <w:szCs w:val="20"/>
                        </w:rPr>
                        <w:t>4</w:t>
                      </w:r>
                    </w:p>
                    <w:p w:rsidR="00027CBF" w:rsidRDefault="00027CBF" w:rsidP="009B60D0">
                      <w:pPr>
                        <w:tabs>
                          <w:tab w:val="left" w:pos="0"/>
                        </w:tabs>
                        <w:spacing w:after="20"/>
                        <w:rPr>
                          <w:rFonts w:asciiTheme="majorHAnsi" w:hAnsiTheme="majorHAnsi" w:cstheme="majorHAnsi"/>
                          <w:color w:val="161C8F"/>
                          <w:sz w:val="20"/>
                          <w:szCs w:val="20"/>
                        </w:rPr>
                      </w:pPr>
                    </w:p>
                    <w:p w:rsidR="00027CBF" w:rsidRPr="00027CBF" w:rsidRDefault="00027CBF" w:rsidP="00D17B8E">
                      <w:pPr>
                        <w:tabs>
                          <w:tab w:val="left" w:pos="0"/>
                        </w:tabs>
                        <w:spacing w:after="20"/>
                        <w:rPr>
                          <w:rFonts w:asciiTheme="majorHAnsi" w:hAnsiTheme="majorHAnsi" w:cstheme="majorHAnsi"/>
                          <w:i/>
                          <w:color w:val="161C8F"/>
                          <w:sz w:val="20"/>
                          <w:szCs w:val="20"/>
                        </w:rPr>
                      </w:pPr>
                      <w:r w:rsidRPr="00027CBF">
                        <w:rPr>
                          <w:rFonts w:asciiTheme="majorHAnsi" w:hAnsiTheme="majorHAnsi" w:cstheme="majorHAnsi"/>
                          <w:i/>
                          <w:color w:val="161C8F"/>
                          <w:sz w:val="20"/>
                          <w:szCs w:val="20"/>
                        </w:rPr>
                        <w:t xml:space="preserve">IČO: </w:t>
                      </w:r>
                      <w:r w:rsidR="00D24970">
                        <w:rPr>
                          <w:rFonts w:asciiTheme="majorHAnsi" w:hAnsiTheme="majorHAnsi" w:cstheme="majorHAnsi"/>
                          <w:i/>
                          <w:color w:val="161C8F"/>
                          <w:sz w:val="20"/>
                          <w:szCs w:val="20"/>
                        </w:rPr>
                        <w:t>70057796</w:t>
                      </w:r>
                    </w:p>
                    <w:p w:rsidR="00027CBF" w:rsidRPr="00027CBF" w:rsidRDefault="00AE3E9B" w:rsidP="00F24949">
                      <w:pPr>
                        <w:tabs>
                          <w:tab w:val="left" w:pos="0"/>
                        </w:tabs>
                        <w:spacing w:after="20"/>
                        <w:rPr>
                          <w:rFonts w:asciiTheme="majorHAnsi" w:hAnsiTheme="majorHAnsi" w:cstheme="majorHAnsi"/>
                          <w:i/>
                          <w:color w:val="161C8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i/>
                          <w:color w:val="161C8F"/>
                          <w:sz w:val="20"/>
                          <w:szCs w:val="20"/>
                        </w:rPr>
                        <w:t>Email: q-projekt@</w:t>
                      </w:r>
                      <w:r w:rsidR="00A82CCC">
                        <w:rPr>
                          <w:rFonts w:asciiTheme="majorHAnsi" w:hAnsiTheme="majorHAnsi" w:cstheme="majorHAnsi"/>
                          <w:i/>
                          <w:color w:val="161C8F"/>
                          <w:sz w:val="20"/>
                          <w:szCs w:val="20"/>
                        </w:rPr>
                        <w:t>q</w:t>
                      </w:r>
                      <w:r>
                        <w:rPr>
                          <w:rFonts w:asciiTheme="majorHAnsi" w:hAnsiTheme="majorHAnsi" w:cstheme="majorHAnsi"/>
                          <w:i/>
                          <w:color w:val="161C8F"/>
                          <w:sz w:val="20"/>
                          <w:szCs w:val="20"/>
                        </w:rPr>
                        <w:t>-projekt.cz</w:t>
                      </w:r>
                    </w:p>
                    <w:p w:rsidR="009B60D0" w:rsidRPr="009B60D0" w:rsidRDefault="009B60D0" w:rsidP="009B60D0">
                      <w:pPr>
                        <w:tabs>
                          <w:tab w:val="left" w:pos="0"/>
                        </w:tabs>
                        <w:spacing w:after="20"/>
                        <w:rPr>
                          <w:rFonts w:asciiTheme="majorHAnsi" w:hAnsiTheme="majorHAnsi" w:cstheme="majorHAnsi"/>
                          <w:color w:val="161C8F"/>
                          <w:sz w:val="20"/>
                          <w:szCs w:val="20"/>
                        </w:rPr>
                      </w:pPr>
                    </w:p>
                    <w:p w:rsidR="009C050F" w:rsidRPr="007E1474" w:rsidRDefault="00627523" w:rsidP="009B60D0">
                      <w:pPr>
                        <w:tabs>
                          <w:tab w:val="left" w:pos="0"/>
                        </w:tabs>
                        <w:spacing w:after="20"/>
                        <w:rPr>
                          <w:rFonts w:asciiTheme="majorHAnsi" w:hAnsiTheme="majorHAnsi" w:cstheme="majorHAnsi"/>
                          <w:i/>
                          <w:color w:val="161C8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i/>
                          <w:color w:val="161C8F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název"/>
    </w:p>
    <w:p w:rsidR="00507BBD" w:rsidRPr="003B50D2" w:rsidRDefault="006D4299" w:rsidP="007225FE">
      <w:pPr>
        <w:contextualSpacing/>
        <w:jc w:val="both"/>
        <w:rPr>
          <w:rFonts w:ascii="Arial" w:eastAsia="Calibri" w:hAnsi="Arial"/>
          <w:b/>
          <w:u w:val="single"/>
          <w:lang w:eastAsia="cs-CZ"/>
        </w:rPr>
      </w:pPr>
      <w:r w:rsidRPr="006D4299">
        <w:rPr>
          <w:rFonts w:ascii="Arial" w:eastAsia="Calibri" w:hAnsi="Arial"/>
          <w:b/>
          <w:u w:val="single"/>
          <w:lang w:eastAsia="cs-CZ"/>
        </w:rPr>
        <w:t xml:space="preserve">Výzva k doplnění žádosti o vydání závazného stanoviska </w:t>
      </w:r>
      <w:bookmarkStart w:id="1" w:name="_Hlk56596827"/>
      <w:bookmarkStart w:id="2" w:name="_Hlk75260772"/>
      <w:bookmarkStart w:id="3" w:name="_Hlk94859120"/>
      <w:r w:rsidR="003C7FC7">
        <w:rPr>
          <w:rFonts w:ascii="Arial" w:eastAsia="Calibri" w:hAnsi="Arial"/>
          <w:b/>
          <w:u w:val="single"/>
          <w:lang w:eastAsia="cs-CZ"/>
        </w:rPr>
        <w:t>„</w:t>
      </w:r>
      <w:r w:rsidR="00790EC6">
        <w:rPr>
          <w:rFonts w:ascii="Arial" w:eastAsia="Calibri" w:hAnsi="Arial"/>
          <w:b/>
          <w:u w:val="single"/>
          <w:lang w:eastAsia="cs-CZ"/>
        </w:rPr>
        <w:t>STAVEBNÍ ÚPRAV</w:t>
      </w:r>
      <w:r w:rsidR="0027635C">
        <w:rPr>
          <w:rFonts w:ascii="Arial" w:eastAsia="Calibri" w:hAnsi="Arial"/>
          <w:b/>
          <w:u w:val="single"/>
          <w:lang w:eastAsia="cs-CZ"/>
        </w:rPr>
        <w:t>A PROSTOR PRO NAHRÁVACÍ STUDIO V ITALSKÉ BUDOVĚ VŠE</w:t>
      </w:r>
      <w:r w:rsidR="00365ACF">
        <w:rPr>
          <w:rFonts w:ascii="Arial" w:eastAsia="Calibri" w:hAnsi="Arial"/>
          <w:b/>
          <w:u w:val="single"/>
          <w:lang w:eastAsia="cs-CZ"/>
        </w:rPr>
        <w:t xml:space="preserve">“, </w:t>
      </w:r>
      <w:bookmarkStart w:id="4" w:name="_Hlk103544350"/>
      <w:r w:rsidR="0027635C">
        <w:rPr>
          <w:rFonts w:ascii="Arial" w:eastAsia="Calibri" w:hAnsi="Arial"/>
          <w:b/>
          <w:u w:val="single"/>
          <w:lang w:eastAsia="cs-CZ"/>
        </w:rPr>
        <w:t>nám. Winstona Churchilla 1938/4</w:t>
      </w:r>
      <w:r w:rsidR="00365ACF">
        <w:rPr>
          <w:rFonts w:ascii="Arial" w:eastAsia="Calibri" w:hAnsi="Arial"/>
          <w:b/>
          <w:u w:val="single"/>
          <w:lang w:eastAsia="cs-CZ"/>
        </w:rPr>
        <w:t>, 1</w:t>
      </w:r>
      <w:r w:rsidR="0027635C">
        <w:rPr>
          <w:rFonts w:ascii="Arial" w:eastAsia="Calibri" w:hAnsi="Arial"/>
          <w:b/>
          <w:u w:val="single"/>
          <w:lang w:eastAsia="cs-CZ"/>
        </w:rPr>
        <w:t>3</w:t>
      </w:r>
      <w:r w:rsidR="00027CBF">
        <w:rPr>
          <w:rFonts w:ascii="Arial" w:eastAsia="Calibri" w:hAnsi="Arial"/>
          <w:b/>
          <w:u w:val="single"/>
          <w:lang w:eastAsia="cs-CZ"/>
        </w:rPr>
        <w:t xml:space="preserve">0 00 Praha </w:t>
      </w:r>
      <w:bookmarkEnd w:id="1"/>
      <w:bookmarkEnd w:id="2"/>
      <w:r w:rsidR="0027635C">
        <w:rPr>
          <w:rFonts w:ascii="Arial" w:eastAsia="Calibri" w:hAnsi="Arial"/>
          <w:b/>
          <w:u w:val="single"/>
          <w:lang w:eastAsia="cs-CZ"/>
        </w:rPr>
        <w:t>3 - Žižkov</w:t>
      </w:r>
    </w:p>
    <w:bookmarkEnd w:id="0"/>
    <w:bookmarkEnd w:id="3"/>
    <w:bookmarkEnd w:id="4"/>
    <w:p w:rsidR="00507BBD" w:rsidRPr="00E465AE" w:rsidRDefault="00507BBD" w:rsidP="00507BBD">
      <w:pPr>
        <w:contextualSpacing/>
        <w:jc w:val="both"/>
        <w:rPr>
          <w:rFonts w:ascii="Times New Roman" w:hAnsi="Times New Roman"/>
        </w:rPr>
      </w:pPr>
    </w:p>
    <w:p w:rsidR="009D67DC" w:rsidRDefault="00624181" w:rsidP="00CC2297">
      <w:pPr>
        <w:spacing w:before="120" w:after="240"/>
        <w:contextualSpacing/>
        <w:jc w:val="both"/>
        <w:rPr>
          <w:rFonts w:asciiTheme="majorHAnsi" w:hAnsiTheme="majorHAnsi" w:cstheme="majorHAnsi"/>
        </w:rPr>
      </w:pPr>
      <w:r w:rsidRPr="009973C7">
        <w:rPr>
          <w:rFonts w:asciiTheme="majorHAnsi" w:hAnsiTheme="majorHAnsi" w:cstheme="majorHAnsi"/>
        </w:rPr>
        <w:t xml:space="preserve">Na základě žádosti </w:t>
      </w:r>
      <w:r w:rsidR="00C633A9">
        <w:rPr>
          <w:rFonts w:asciiTheme="majorHAnsi" w:hAnsiTheme="majorHAnsi" w:cstheme="majorHAnsi"/>
        </w:rPr>
        <w:t>pana Ing. Radima Jareše</w:t>
      </w:r>
      <w:r w:rsidR="004C67D7">
        <w:rPr>
          <w:rFonts w:asciiTheme="majorHAnsi" w:hAnsiTheme="majorHAnsi" w:cstheme="majorHAnsi"/>
        </w:rPr>
        <w:t xml:space="preserve">, IČ: </w:t>
      </w:r>
      <w:r w:rsidR="00C633A9">
        <w:rPr>
          <w:rFonts w:asciiTheme="majorHAnsi" w:hAnsiTheme="majorHAnsi" w:cstheme="majorHAnsi"/>
        </w:rPr>
        <w:t>70057796</w:t>
      </w:r>
      <w:r w:rsidR="004C67D7">
        <w:rPr>
          <w:rFonts w:asciiTheme="majorHAnsi" w:hAnsiTheme="majorHAnsi" w:cstheme="majorHAnsi"/>
        </w:rPr>
        <w:t>, V</w:t>
      </w:r>
      <w:r w:rsidR="00C633A9">
        <w:rPr>
          <w:rFonts w:asciiTheme="majorHAnsi" w:hAnsiTheme="majorHAnsi" w:cstheme="majorHAnsi"/>
        </w:rPr>
        <w:t>e svahu</w:t>
      </w:r>
      <w:r w:rsidR="00B74FC8">
        <w:rPr>
          <w:rFonts w:asciiTheme="majorHAnsi" w:hAnsiTheme="majorHAnsi" w:cstheme="majorHAnsi"/>
        </w:rPr>
        <w:t xml:space="preserve"> 908/25</w:t>
      </w:r>
      <w:r w:rsidR="004C67D7">
        <w:rPr>
          <w:rFonts w:asciiTheme="majorHAnsi" w:hAnsiTheme="majorHAnsi" w:cstheme="majorHAnsi"/>
        </w:rPr>
        <w:t>, 1</w:t>
      </w:r>
      <w:r w:rsidR="00B74FC8">
        <w:rPr>
          <w:rFonts w:asciiTheme="majorHAnsi" w:hAnsiTheme="majorHAnsi" w:cstheme="majorHAnsi"/>
        </w:rPr>
        <w:t>47</w:t>
      </w:r>
      <w:r w:rsidR="004C67D7">
        <w:rPr>
          <w:rFonts w:asciiTheme="majorHAnsi" w:hAnsiTheme="majorHAnsi" w:cstheme="majorHAnsi"/>
        </w:rPr>
        <w:t xml:space="preserve"> 00 Praha </w:t>
      </w:r>
      <w:r w:rsidR="00B74FC8">
        <w:rPr>
          <w:rFonts w:asciiTheme="majorHAnsi" w:hAnsiTheme="majorHAnsi" w:cstheme="majorHAnsi"/>
        </w:rPr>
        <w:t>4</w:t>
      </w:r>
      <w:r w:rsidR="004C67D7">
        <w:rPr>
          <w:rFonts w:asciiTheme="majorHAnsi" w:hAnsiTheme="majorHAnsi" w:cstheme="majorHAnsi"/>
        </w:rPr>
        <w:t xml:space="preserve">, </w:t>
      </w:r>
      <w:r w:rsidR="007E3613">
        <w:rPr>
          <w:rFonts w:asciiTheme="majorHAnsi" w:hAnsiTheme="majorHAnsi" w:cstheme="majorHAnsi"/>
        </w:rPr>
        <w:t>kter</w:t>
      </w:r>
      <w:r w:rsidR="00B74FC8">
        <w:rPr>
          <w:rFonts w:asciiTheme="majorHAnsi" w:hAnsiTheme="majorHAnsi" w:cstheme="majorHAnsi"/>
        </w:rPr>
        <w:t>ý</w:t>
      </w:r>
      <w:r w:rsidR="007E3613">
        <w:rPr>
          <w:rFonts w:asciiTheme="majorHAnsi" w:hAnsiTheme="majorHAnsi" w:cstheme="majorHAnsi"/>
        </w:rPr>
        <w:t xml:space="preserve"> zastupuje společnost</w:t>
      </w:r>
      <w:r w:rsidR="007F0589">
        <w:rPr>
          <w:rFonts w:asciiTheme="majorHAnsi" w:hAnsiTheme="majorHAnsi" w:cstheme="majorHAnsi"/>
        </w:rPr>
        <w:t xml:space="preserve"> </w:t>
      </w:r>
      <w:r w:rsidR="00B74FC8">
        <w:rPr>
          <w:rFonts w:asciiTheme="majorHAnsi" w:hAnsiTheme="majorHAnsi" w:cstheme="majorHAnsi"/>
        </w:rPr>
        <w:t xml:space="preserve">Vysokou školu ekonomickou v Praze, </w:t>
      </w:r>
      <w:r w:rsidR="007E3613">
        <w:rPr>
          <w:rFonts w:asciiTheme="majorHAnsi" w:hAnsiTheme="majorHAnsi" w:cstheme="majorHAnsi"/>
        </w:rPr>
        <w:t xml:space="preserve">IČ: </w:t>
      </w:r>
      <w:r w:rsidR="00B74FC8">
        <w:rPr>
          <w:rFonts w:asciiTheme="majorHAnsi" w:hAnsiTheme="majorHAnsi" w:cstheme="majorHAnsi"/>
        </w:rPr>
        <w:t>61384399</w:t>
      </w:r>
      <w:r w:rsidR="007E3613">
        <w:rPr>
          <w:rFonts w:asciiTheme="majorHAnsi" w:hAnsiTheme="majorHAnsi" w:cstheme="majorHAnsi"/>
        </w:rPr>
        <w:t xml:space="preserve">, </w:t>
      </w:r>
      <w:r w:rsidR="00B74FC8" w:rsidRPr="00B74FC8">
        <w:rPr>
          <w:rFonts w:asciiTheme="majorHAnsi" w:hAnsiTheme="majorHAnsi" w:cstheme="majorHAnsi"/>
        </w:rPr>
        <w:t>nám. Winstona Churchilla 1938/4, 130 00 Praha 3 - Žižkov</w:t>
      </w:r>
      <w:r w:rsidR="007E3613">
        <w:rPr>
          <w:rFonts w:asciiTheme="majorHAnsi" w:hAnsiTheme="majorHAnsi" w:cstheme="majorHAnsi"/>
        </w:rPr>
        <w:t xml:space="preserve"> na základě plné moci ze dne </w:t>
      </w:r>
      <w:r w:rsidR="00633DA7">
        <w:rPr>
          <w:rFonts w:asciiTheme="majorHAnsi" w:hAnsiTheme="majorHAnsi" w:cstheme="majorHAnsi"/>
        </w:rPr>
        <w:t>18</w:t>
      </w:r>
      <w:r w:rsidR="007F0589">
        <w:rPr>
          <w:rFonts w:asciiTheme="majorHAnsi" w:hAnsiTheme="majorHAnsi" w:cstheme="majorHAnsi"/>
        </w:rPr>
        <w:t>.</w:t>
      </w:r>
      <w:r w:rsidR="00B74FC8">
        <w:rPr>
          <w:rFonts w:asciiTheme="majorHAnsi" w:hAnsiTheme="majorHAnsi" w:cstheme="majorHAnsi"/>
        </w:rPr>
        <w:t>8</w:t>
      </w:r>
      <w:r w:rsidR="007E3613">
        <w:rPr>
          <w:rFonts w:asciiTheme="majorHAnsi" w:hAnsiTheme="majorHAnsi" w:cstheme="majorHAnsi"/>
        </w:rPr>
        <w:t>.20</w:t>
      </w:r>
      <w:r w:rsidR="007F0589">
        <w:rPr>
          <w:rFonts w:asciiTheme="majorHAnsi" w:hAnsiTheme="majorHAnsi" w:cstheme="majorHAnsi"/>
        </w:rPr>
        <w:t>2</w:t>
      </w:r>
      <w:r w:rsidR="00B74FC8">
        <w:rPr>
          <w:rFonts w:asciiTheme="majorHAnsi" w:hAnsiTheme="majorHAnsi" w:cstheme="majorHAnsi"/>
        </w:rPr>
        <w:t>1</w:t>
      </w:r>
      <w:r w:rsidR="007E3613">
        <w:rPr>
          <w:rFonts w:asciiTheme="majorHAnsi" w:hAnsiTheme="majorHAnsi" w:cstheme="majorHAnsi"/>
        </w:rPr>
        <w:t>,</w:t>
      </w:r>
      <w:r w:rsidRPr="009973C7">
        <w:rPr>
          <w:rFonts w:asciiTheme="majorHAnsi" w:hAnsiTheme="majorHAnsi" w:cstheme="majorHAnsi"/>
        </w:rPr>
        <w:t xml:space="preserve"> doručené dne </w:t>
      </w:r>
      <w:r w:rsidR="00633DA7">
        <w:rPr>
          <w:rFonts w:asciiTheme="majorHAnsi" w:hAnsiTheme="majorHAnsi" w:cstheme="majorHAnsi"/>
        </w:rPr>
        <w:t>2</w:t>
      </w:r>
      <w:r w:rsidR="00B74FC8">
        <w:rPr>
          <w:rFonts w:asciiTheme="majorHAnsi" w:hAnsiTheme="majorHAnsi" w:cstheme="majorHAnsi"/>
        </w:rPr>
        <w:t>0</w:t>
      </w:r>
      <w:r w:rsidRPr="009973C7">
        <w:rPr>
          <w:rFonts w:asciiTheme="majorHAnsi" w:hAnsiTheme="majorHAnsi" w:cstheme="majorHAnsi"/>
        </w:rPr>
        <w:t xml:space="preserve">. </w:t>
      </w:r>
      <w:r w:rsidR="00B74FC8">
        <w:rPr>
          <w:rFonts w:asciiTheme="majorHAnsi" w:hAnsiTheme="majorHAnsi" w:cstheme="majorHAnsi"/>
        </w:rPr>
        <w:t>4</w:t>
      </w:r>
      <w:r w:rsidRPr="009973C7">
        <w:rPr>
          <w:rFonts w:asciiTheme="majorHAnsi" w:hAnsiTheme="majorHAnsi" w:cstheme="majorHAnsi"/>
        </w:rPr>
        <w:t>. 202</w:t>
      </w:r>
      <w:r w:rsidR="00CA615F">
        <w:rPr>
          <w:rFonts w:asciiTheme="majorHAnsi" w:hAnsiTheme="majorHAnsi" w:cstheme="majorHAnsi"/>
        </w:rPr>
        <w:t>2</w:t>
      </w:r>
      <w:r w:rsidR="00D17ADE">
        <w:rPr>
          <w:rFonts w:asciiTheme="majorHAnsi" w:hAnsiTheme="majorHAnsi" w:cstheme="majorHAnsi"/>
        </w:rPr>
        <w:t xml:space="preserve">, </w:t>
      </w:r>
      <w:r w:rsidR="00CC2297" w:rsidRPr="00CC2297">
        <w:rPr>
          <w:rFonts w:asciiTheme="majorHAnsi" w:hAnsiTheme="majorHAnsi" w:cstheme="majorHAnsi"/>
        </w:rPr>
        <w:t>posoudila Hygienická stanice hlavního města Prahy (dále jen „HSHMP“), jako dotčený správní úřa</w:t>
      </w:r>
      <w:r w:rsidR="00437734">
        <w:rPr>
          <w:rFonts w:asciiTheme="majorHAnsi" w:hAnsiTheme="majorHAnsi" w:cstheme="majorHAnsi"/>
        </w:rPr>
        <w:t>d ve smyslu § 77 ve </w:t>
      </w:r>
      <w:r w:rsidR="0007756A">
        <w:rPr>
          <w:rFonts w:asciiTheme="majorHAnsi" w:hAnsiTheme="majorHAnsi" w:cstheme="majorHAnsi"/>
        </w:rPr>
        <w:t>spojení s § </w:t>
      </w:r>
      <w:r w:rsidR="00CC2297" w:rsidRPr="00CC2297">
        <w:rPr>
          <w:rFonts w:asciiTheme="majorHAnsi" w:hAnsiTheme="majorHAnsi" w:cstheme="majorHAnsi"/>
        </w:rPr>
        <w:t>82 odst. 2 písmeno i) zákona č. 258/2000 Sb.,</w:t>
      </w:r>
      <w:r w:rsidR="00F43E9F">
        <w:rPr>
          <w:rFonts w:asciiTheme="majorHAnsi" w:hAnsiTheme="majorHAnsi" w:cstheme="majorHAnsi"/>
        </w:rPr>
        <w:t xml:space="preserve"> o ochraně veřejného zdraví a o </w:t>
      </w:r>
      <w:r w:rsidR="00CC2297" w:rsidRPr="00CC2297">
        <w:rPr>
          <w:rFonts w:asciiTheme="majorHAnsi" w:hAnsiTheme="majorHAnsi" w:cstheme="majorHAnsi"/>
        </w:rPr>
        <w:t>změně něk</w:t>
      </w:r>
      <w:r w:rsidR="00747789">
        <w:rPr>
          <w:rFonts w:asciiTheme="majorHAnsi" w:hAnsiTheme="majorHAnsi" w:cstheme="majorHAnsi"/>
        </w:rPr>
        <w:t>terých souvisejících zákonů, ve </w:t>
      </w:r>
      <w:r w:rsidR="00CC2297" w:rsidRPr="00CC2297">
        <w:rPr>
          <w:rFonts w:asciiTheme="majorHAnsi" w:hAnsiTheme="majorHAnsi" w:cstheme="majorHAnsi"/>
        </w:rPr>
        <w:t>znění pozdějších předpisů (dále jen „zákon č.</w:t>
      </w:r>
      <w:r w:rsidR="003D2166">
        <w:rPr>
          <w:rFonts w:asciiTheme="majorHAnsi" w:hAnsiTheme="majorHAnsi" w:cstheme="majorHAnsi"/>
        </w:rPr>
        <w:t> </w:t>
      </w:r>
      <w:r w:rsidR="00CC2297" w:rsidRPr="00CC2297">
        <w:rPr>
          <w:rFonts w:asciiTheme="majorHAnsi" w:hAnsiTheme="majorHAnsi" w:cstheme="majorHAnsi"/>
        </w:rPr>
        <w:t>258/2000</w:t>
      </w:r>
      <w:r w:rsidR="003D2166">
        <w:rPr>
          <w:rFonts w:asciiTheme="majorHAnsi" w:hAnsiTheme="majorHAnsi" w:cstheme="majorHAnsi"/>
        </w:rPr>
        <w:t> </w:t>
      </w:r>
      <w:r w:rsidR="00CC2297" w:rsidRPr="00CC2297">
        <w:rPr>
          <w:rFonts w:asciiTheme="majorHAnsi" w:hAnsiTheme="majorHAnsi" w:cstheme="majorHAnsi"/>
        </w:rPr>
        <w:t>Sb.“), předlože</w:t>
      </w:r>
      <w:r w:rsidR="003E3AF2">
        <w:rPr>
          <w:rFonts w:asciiTheme="majorHAnsi" w:hAnsiTheme="majorHAnsi" w:cstheme="majorHAnsi"/>
        </w:rPr>
        <w:t>nou žádost o</w:t>
      </w:r>
      <w:r w:rsidR="0080766A">
        <w:rPr>
          <w:rFonts w:asciiTheme="majorHAnsi" w:hAnsiTheme="majorHAnsi" w:cstheme="majorHAnsi"/>
        </w:rPr>
        <w:t> </w:t>
      </w:r>
      <w:r w:rsidR="003E3AF2">
        <w:rPr>
          <w:rFonts w:asciiTheme="majorHAnsi" w:hAnsiTheme="majorHAnsi" w:cstheme="majorHAnsi"/>
        </w:rPr>
        <w:t>závazné stanovisko</w:t>
      </w:r>
      <w:r w:rsidR="007410BB">
        <w:rPr>
          <w:rFonts w:asciiTheme="majorHAnsi" w:hAnsiTheme="majorHAnsi" w:cstheme="majorHAnsi"/>
        </w:rPr>
        <w:t xml:space="preserve"> </w:t>
      </w:r>
      <w:r w:rsidR="00F268F3" w:rsidRPr="00F268F3">
        <w:rPr>
          <w:rFonts w:asciiTheme="majorHAnsi" w:hAnsiTheme="majorHAnsi" w:cstheme="majorHAnsi"/>
        </w:rPr>
        <w:t>„STAVEBNÍ ÚPRAVA PROSTOR PRO NAHRÁVACÍ STUDIO V ITALSKÉ BUDOVĚ VŠE“, nám. Winstona Churchilla 1938/4, 130 00 Praha 3 - Žižkov</w:t>
      </w:r>
      <w:r w:rsidR="00633DA7">
        <w:rPr>
          <w:rFonts w:ascii="Arial" w:eastAsia="Calibri" w:hAnsi="Arial"/>
          <w:lang w:eastAsia="cs-CZ"/>
        </w:rPr>
        <w:t xml:space="preserve"> </w:t>
      </w:r>
      <w:r w:rsidR="0078080B" w:rsidRPr="00CA1540">
        <w:rPr>
          <w:rFonts w:asciiTheme="majorHAnsi" w:hAnsiTheme="majorHAnsi" w:cstheme="majorHAnsi"/>
        </w:rPr>
        <w:t>a</w:t>
      </w:r>
      <w:r w:rsidR="00CC2297" w:rsidRPr="00CC2297">
        <w:rPr>
          <w:rFonts w:asciiTheme="majorHAnsi" w:hAnsiTheme="majorHAnsi" w:cstheme="majorHAnsi"/>
        </w:rPr>
        <w:t xml:space="preserve"> </w:t>
      </w:r>
      <w:r w:rsidR="00CC2297" w:rsidRPr="0035659F">
        <w:rPr>
          <w:rFonts w:asciiTheme="majorHAnsi" w:hAnsiTheme="majorHAnsi" w:cstheme="majorHAnsi"/>
        </w:rPr>
        <w:t>vydává podle § 45 odst. 2 zákona č. 500/2004 Sb., správní řád</w:t>
      </w:r>
      <w:r w:rsidR="00CC2297">
        <w:rPr>
          <w:rFonts w:asciiTheme="majorHAnsi" w:hAnsiTheme="majorHAnsi" w:cstheme="majorHAnsi"/>
        </w:rPr>
        <w:t>,</w:t>
      </w:r>
      <w:r w:rsidR="00CA1540">
        <w:rPr>
          <w:rFonts w:asciiTheme="majorHAnsi" w:hAnsiTheme="majorHAnsi" w:cstheme="majorHAnsi"/>
        </w:rPr>
        <w:t xml:space="preserve"> </w:t>
      </w:r>
    </w:p>
    <w:p w:rsidR="00CC2297" w:rsidRPr="00E465AE" w:rsidRDefault="00CC2297" w:rsidP="00CC2297">
      <w:pPr>
        <w:spacing w:before="120" w:after="240"/>
        <w:contextualSpacing/>
        <w:jc w:val="both"/>
        <w:rPr>
          <w:rFonts w:asciiTheme="majorHAnsi" w:hAnsiTheme="majorHAnsi" w:cstheme="majorHAnsi"/>
        </w:rPr>
      </w:pPr>
    </w:p>
    <w:p w:rsidR="00726DB5" w:rsidRDefault="00CC2297" w:rsidP="003D3D49">
      <w:pPr>
        <w:spacing w:before="120" w:after="120"/>
        <w:contextualSpacing/>
        <w:jc w:val="center"/>
        <w:rPr>
          <w:rFonts w:asciiTheme="majorHAnsi" w:hAnsiTheme="majorHAnsi" w:cstheme="majorHAnsi"/>
          <w:b/>
        </w:rPr>
      </w:pPr>
      <w:r w:rsidRPr="00CC2297">
        <w:rPr>
          <w:rFonts w:asciiTheme="majorHAnsi" w:hAnsiTheme="majorHAnsi" w:cstheme="majorHAnsi"/>
          <w:b/>
        </w:rPr>
        <w:t>VÝZVU K DOPLNĚNÍ.</w:t>
      </w:r>
    </w:p>
    <w:p w:rsidR="00CA1540" w:rsidRPr="00CC2297" w:rsidRDefault="008C69E0" w:rsidP="003D3D49">
      <w:pPr>
        <w:pStyle w:val="HSHMP"/>
        <w:tabs>
          <w:tab w:val="left" w:pos="142"/>
        </w:tabs>
        <w:spacing w:after="120"/>
        <w:ind w:left="0" w:right="0"/>
        <w:jc w:val="both"/>
        <w:rPr>
          <w:rFonts w:ascii="Arial" w:hAnsi="Arial" w:cs="Arial"/>
        </w:rPr>
      </w:pPr>
      <w:r w:rsidRPr="00CC2297">
        <w:rPr>
          <w:rFonts w:ascii="Arial" w:hAnsi="Arial" w:cs="Arial"/>
        </w:rPr>
        <w:t>Podaná žádost o vydání závazného stanoviska k</w:t>
      </w:r>
      <w:r w:rsidR="00154ECE">
        <w:rPr>
          <w:rFonts w:ascii="Arial" w:hAnsi="Arial" w:cs="Arial"/>
        </w:rPr>
        <w:t>e změně</w:t>
      </w:r>
      <w:r w:rsidR="003C7FC7">
        <w:rPr>
          <w:rFonts w:ascii="Arial" w:hAnsi="Arial" w:cs="Arial"/>
        </w:rPr>
        <w:t> užívání stavby</w:t>
      </w:r>
      <w:r>
        <w:rPr>
          <w:rFonts w:ascii="Arial" w:hAnsi="Arial" w:cs="Arial"/>
        </w:rPr>
        <w:t xml:space="preserve"> </w:t>
      </w:r>
      <w:r w:rsidRPr="00CC2297">
        <w:rPr>
          <w:rFonts w:ascii="Arial" w:hAnsi="Arial" w:cs="Arial"/>
        </w:rPr>
        <w:t xml:space="preserve">neposkytuje dostatečné podklady pro posouzení podle zákona </w:t>
      </w:r>
      <w:r>
        <w:rPr>
          <w:rFonts w:ascii="Arial" w:hAnsi="Arial" w:cs="Arial"/>
        </w:rPr>
        <w:t>č. 258/2000 Sb</w:t>
      </w:r>
      <w:r w:rsidRPr="00CC2297">
        <w:rPr>
          <w:rFonts w:ascii="Arial" w:hAnsi="Arial" w:cs="Arial"/>
        </w:rPr>
        <w:t>. Předloženou projektovou dokumentaci je nutné doplnit o tyto údaje a podklady:</w:t>
      </w:r>
    </w:p>
    <w:p w:rsidR="007F0589" w:rsidRDefault="00C313F4" w:rsidP="00564030">
      <w:pPr>
        <w:pStyle w:val="Odstavecseseznamem"/>
        <w:numPr>
          <w:ilvl w:val="0"/>
          <w:numId w:val="16"/>
        </w:numPr>
        <w:spacing w:after="240"/>
        <w:rPr>
          <w:rFonts w:ascii="Arial" w:eastAsiaTheme="minorHAnsi" w:hAnsi="Arial" w:cs="Arial"/>
          <w:kern w:val="0"/>
          <w:sz w:val="22"/>
          <w:szCs w:val="22"/>
        </w:rPr>
      </w:pPr>
      <w:r>
        <w:rPr>
          <w:rFonts w:ascii="Arial" w:eastAsiaTheme="minorHAnsi" w:hAnsi="Arial" w:cs="Arial"/>
          <w:kern w:val="0"/>
          <w:sz w:val="22"/>
          <w:szCs w:val="22"/>
        </w:rPr>
        <w:t>Doplnění účelu užívání, včetně provozní/pracovní doby a typu pracoviště (pro trvalou/občasnou práci)</w:t>
      </w:r>
    </w:p>
    <w:p w:rsidR="007F0589" w:rsidRPr="00C313F4" w:rsidRDefault="00C313F4" w:rsidP="00C313F4">
      <w:pPr>
        <w:pStyle w:val="Odstavecseseznamem"/>
        <w:numPr>
          <w:ilvl w:val="0"/>
          <w:numId w:val="16"/>
        </w:numPr>
        <w:spacing w:after="240"/>
        <w:rPr>
          <w:rFonts w:ascii="Arial" w:eastAsiaTheme="minorHAnsi" w:hAnsi="Arial" w:cs="Arial"/>
          <w:kern w:val="0"/>
          <w:sz w:val="22"/>
          <w:szCs w:val="22"/>
        </w:rPr>
      </w:pPr>
      <w:r>
        <w:rPr>
          <w:rFonts w:ascii="Arial" w:eastAsiaTheme="minorHAnsi" w:hAnsi="Arial" w:cs="Arial"/>
          <w:kern w:val="0"/>
          <w:sz w:val="22"/>
          <w:szCs w:val="22"/>
        </w:rPr>
        <w:t>Zajištění sanitárního zařízení</w:t>
      </w:r>
    </w:p>
    <w:p w:rsidR="00962DB7" w:rsidRDefault="00C313F4" w:rsidP="00564030">
      <w:pPr>
        <w:pStyle w:val="Odstavecseseznamem"/>
        <w:numPr>
          <w:ilvl w:val="0"/>
          <w:numId w:val="16"/>
        </w:numPr>
        <w:spacing w:after="240"/>
        <w:rPr>
          <w:rFonts w:ascii="Arial" w:eastAsiaTheme="minorHAnsi" w:hAnsi="Arial" w:cs="Arial"/>
          <w:kern w:val="0"/>
          <w:sz w:val="22"/>
          <w:szCs w:val="22"/>
        </w:rPr>
      </w:pPr>
      <w:r>
        <w:rPr>
          <w:rFonts w:ascii="Arial" w:eastAsiaTheme="minorHAnsi" w:hAnsi="Arial" w:cs="Arial"/>
          <w:kern w:val="0"/>
          <w:sz w:val="22"/>
          <w:szCs w:val="22"/>
        </w:rPr>
        <w:t>P</w:t>
      </w:r>
      <w:r w:rsidR="007F0589">
        <w:rPr>
          <w:rFonts w:ascii="Arial" w:eastAsiaTheme="minorHAnsi" w:hAnsi="Arial" w:cs="Arial"/>
          <w:kern w:val="0"/>
          <w:sz w:val="22"/>
          <w:szCs w:val="22"/>
        </w:rPr>
        <w:t>rojekt/návrh umělého osvětle</w:t>
      </w:r>
      <w:r>
        <w:rPr>
          <w:rFonts w:ascii="Arial" w:eastAsiaTheme="minorHAnsi" w:hAnsi="Arial" w:cs="Arial"/>
          <w:kern w:val="0"/>
          <w:sz w:val="22"/>
          <w:szCs w:val="22"/>
        </w:rPr>
        <w:t>ní prostor (projekt elektroinstalace)</w:t>
      </w:r>
    </w:p>
    <w:p w:rsidR="00A77352" w:rsidRDefault="00B75588" w:rsidP="00A77352">
      <w:pPr>
        <w:pStyle w:val="Bezmezer"/>
        <w:spacing w:before="120" w:after="120"/>
        <w:ind w:right="-85"/>
        <w:jc w:val="both"/>
        <w:rPr>
          <w:rFonts w:cs="Arial"/>
        </w:rPr>
      </w:pPr>
      <w:r w:rsidRPr="00CC2297">
        <w:rPr>
          <w:rFonts w:cs="Arial"/>
        </w:rPr>
        <w:t>U</w:t>
      </w:r>
      <w:r>
        <w:rPr>
          <w:rFonts w:cs="Arial"/>
        </w:rPr>
        <w:t xml:space="preserve">vedené požadavky jsou v souladu </w:t>
      </w:r>
      <w:r w:rsidRPr="00CC2297">
        <w:rPr>
          <w:rFonts w:cs="Arial"/>
        </w:rPr>
        <w:t xml:space="preserve">§ 77 ve spojení </w:t>
      </w:r>
      <w:r>
        <w:rPr>
          <w:rFonts w:cs="Arial"/>
        </w:rPr>
        <w:t xml:space="preserve">s </w:t>
      </w:r>
      <w:r w:rsidRPr="00CC2297">
        <w:rPr>
          <w:rFonts w:cs="Arial"/>
        </w:rPr>
        <w:t xml:space="preserve">§ 82 odst. </w:t>
      </w:r>
      <w:r>
        <w:rPr>
          <w:rFonts w:cs="Arial"/>
        </w:rPr>
        <w:t>2 písmeno i) zákona č. 258/2000 </w:t>
      </w:r>
      <w:r w:rsidRPr="00CC2297">
        <w:rPr>
          <w:rFonts w:cs="Arial"/>
        </w:rPr>
        <w:t>Sb. a s § 2 zákona č. 309/2006 Sb., kterým se upravují další požadavky b</w:t>
      </w:r>
      <w:r>
        <w:rPr>
          <w:rFonts w:cs="Arial"/>
        </w:rPr>
        <w:t>ezpečnosti a ochrany zdraví při </w:t>
      </w:r>
      <w:r w:rsidRPr="00CC2297">
        <w:rPr>
          <w:rFonts w:cs="Arial"/>
        </w:rPr>
        <w:t>práci v pracovně právních vztazích a o zajištění b</w:t>
      </w:r>
      <w:r>
        <w:rPr>
          <w:rFonts w:cs="Arial"/>
        </w:rPr>
        <w:t>ezpečnosti a ochrany zdraví při </w:t>
      </w:r>
      <w:r w:rsidRPr="00CC2297">
        <w:rPr>
          <w:rFonts w:cs="Arial"/>
        </w:rPr>
        <w:t>činnosti nebo poskytování služeb mimo pracovně právní vztahy (zákon o zajištění</w:t>
      </w:r>
      <w:r>
        <w:rPr>
          <w:rFonts w:cs="Arial"/>
        </w:rPr>
        <w:t xml:space="preserve"> dalších podmínek bezpečnosti a </w:t>
      </w:r>
      <w:r w:rsidRPr="00CC2297">
        <w:rPr>
          <w:rFonts w:cs="Arial"/>
        </w:rPr>
        <w:t xml:space="preserve">ochrany zdraví při práci), ve znění pozdějších předpisů. </w:t>
      </w:r>
    </w:p>
    <w:p w:rsidR="00C313F4" w:rsidRDefault="00C41D74" w:rsidP="00C41D74">
      <w:pPr>
        <w:pStyle w:val="Bezmezer"/>
        <w:spacing w:before="120"/>
        <w:ind w:right="-85"/>
        <w:jc w:val="both"/>
        <w:rPr>
          <w:rFonts w:cs="Arial"/>
        </w:rPr>
      </w:pPr>
      <w:r w:rsidRPr="008E5425">
        <w:rPr>
          <w:rFonts w:cs="Arial"/>
        </w:rPr>
        <w:t xml:space="preserve">Údaj </w:t>
      </w:r>
      <w:r w:rsidR="00C313F4">
        <w:rPr>
          <w:rFonts w:cs="Arial"/>
        </w:rPr>
        <w:t>doplnění účelu užívání, pracovní/provozní doba a typ pracoviště</w:t>
      </w:r>
      <w:r w:rsidRPr="008E5425">
        <w:rPr>
          <w:rFonts w:asciiTheme="minorHAnsi" w:hAnsiTheme="minorHAnsi" w:cstheme="minorHAnsi"/>
        </w:rPr>
        <w:t xml:space="preserve"> </w:t>
      </w:r>
      <w:r w:rsidRPr="008E5425">
        <w:rPr>
          <w:rFonts w:cs="Arial"/>
        </w:rPr>
        <w:t>je potřebný pro řádné posouzení hygienických požadavků na</w:t>
      </w:r>
      <w:r>
        <w:rPr>
          <w:rFonts w:cs="Arial"/>
        </w:rPr>
        <w:t> </w:t>
      </w:r>
      <w:r w:rsidRPr="008E5425">
        <w:rPr>
          <w:rFonts w:cs="Arial"/>
        </w:rPr>
        <w:t xml:space="preserve">pracoviště a pracovní prostředí dle </w:t>
      </w:r>
      <w:r w:rsidRPr="008E5425">
        <w:rPr>
          <w:rFonts w:asciiTheme="minorHAnsi" w:hAnsiTheme="minorHAnsi" w:cstheme="minorHAnsi"/>
        </w:rPr>
        <w:t xml:space="preserve">NV č. 361/2007 Sb., kterým se stanoví podmínky ochrany zdraví při práci </w:t>
      </w:r>
      <w:r w:rsidRPr="008E5425">
        <w:t>(dále jen „NV č. 361/2007 Sb.“)</w:t>
      </w:r>
      <w:r w:rsidRPr="00CC2297">
        <w:rPr>
          <w:rFonts w:cs="Arial"/>
        </w:rPr>
        <w:t>.</w:t>
      </w:r>
    </w:p>
    <w:p w:rsidR="00C313F4" w:rsidRDefault="00CC2239" w:rsidP="00C41D74">
      <w:pPr>
        <w:pStyle w:val="Bezmezer"/>
        <w:spacing w:before="120"/>
        <w:ind w:right="-85"/>
        <w:jc w:val="both"/>
        <w:rPr>
          <w:rFonts w:cs="Arial"/>
        </w:rPr>
      </w:pPr>
      <w:r>
        <w:rPr>
          <w:rFonts w:cs="Arial"/>
        </w:rPr>
        <w:t>Zajištění sanitárního zařízení je stanoveno v §54 NV č. 361/2007 Sb.</w:t>
      </w:r>
    </w:p>
    <w:p w:rsidR="00564030" w:rsidRDefault="00C41D74" w:rsidP="00C313F4">
      <w:pPr>
        <w:pStyle w:val="Bezmezer"/>
        <w:spacing w:before="120"/>
        <w:ind w:right="-85"/>
        <w:jc w:val="both"/>
        <w:rPr>
          <w:rFonts w:cs="Arial"/>
        </w:rPr>
      </w:pPr>
      <w:r w:rsidRPr="008E5425">
        <w:rPr>
          <w:rFonts w:asciiTheme="minorHAnsi" w:hAnsiTheme="minorHAnsi" w:cstheme="minorHAnsi"/>
        </w:rPr>
        <w:t>Zajištění osvětlení pracovišť, na kterém se vykonává trvalá práce (dle §7 odst. 6 NV č. 361/2007 Sb.) je stanoveno §45</w:t>
      </w:r>
      <w:r w:rsidRPr="008E5425">
        <w:rPr>
          <w:rFonts w:cs="Arial"/>
        </w:rPr>
        <w:t xml:space="preserve"> </w:t>
      </w:r>
      <w:r w:rsidRPr="008E5425">
        <w:rPr>
          <w:rFonts w:asciiTheme="minorHAnsi" w:hAnsiTheme="minorHAnsi" w:cstheme="minorHAnsi"/>
        </w:rPr>
        <w:t>NV č. 361/2007 Sb.</w:t>
      </w:r>
      <w:r w:rsidR="00564030">
        <w:rPr>
          <w:rFonts w:cs="Arial"/>
        </w:rPr>
        <w:t xml:space="preserve"> </w:t>
      </w:r>
    </w:p>
    <w:p w:rsidR="00D1644B" w:rsidRPr="00A57EA1" w:rsidRDefault="00D1644B" w:rsidP="008C69E0">
      <w:pPr>
        <w:contextualSpacing/>
        <w:jc w:val="both"/>
        <w:rPr>
          <w:rFonts w:ascii="Arial" w:eastAsia="Calibri" w:hAnsi="Arial" w:cs="Arial"/>
          <w:sz w:val="16"/>
          <w:szCs w:val="16"/>
          <w:lang w:eastAsia="cs-CZ"/>
        </w:rPr>
      </w:pPr>
    </w:p>
    <w:p w:rsidR="00E465AE" w:rsidRDefault="008C69E0" w:rsidP="008C69E0">
      <w:pPr>
        <w:contextualSpacing/>
        <w:jc w:val="both"/>
        <w:rPr>
          <w:rFonts w:ascii="Arial" w:hAnsi="Arial" w:cs="Arial"/>
        </w:rPr>
      </w:pPr>
      <w:r w:rsidRPr="00CC2297">
        <w:rPr>
          <w:rFonts w:ascii="Arial" w:hAnsi="Arial" w:cs="Arial"/>
        </w:rPr>
        <w:t xml:space="preserve">Účastník řízení se vyzývá, aby specifikované </w:t>
      </w:r>
      <w:r w:rsidRPr="00C41691">
        <w:rPr>
          <w:rFonts w:ascii="Arial" w:hAnsi="Arial" w:cs="Arial"/>
          <w:b/>
        </w:rPr>
        <w:t xml:space="preserve">nedostatky </w:t>
      </w:r>
      <w:r w:rsidR="00C44FE3" w:rsidRPr="00C41691">
        <w:rPr>
          <w:rFonts w:ascii="Arial" w:hAnsi="Arial" w:cs="Arial"/>
          <w:b/>
        </w:rPr>
        <w:t xml:space="preserve">žádosti odstranil ve lhůtě do </w:t>
      </w:r>
      <w:r w:rsidR="00F268F3">
        <w:rPr>
          <w:rFonts w:ascii="Arial" w:hAnsi="Arial" w:cs="Arial"/>
          <w:b/>
        </w:rPr>
        <w:t>30</w:t>
      </w:r>
      <w:r w:rsidR="00BF6FBB">
        <w:rPr>
          <w:rFonts w:ascii="Arial" w:hAnsi="Arial" w:cs="Arial"/>
          <w:b/>
        </w:rPr>
        <w:t xml:space="preserve">. </w:t>
      </w:r>
      <w:r w:rsidR="00F268F3">
        <w:rPr>
          <w:rFonts w:ascii="Arial" w:hAnsi="Arial" w:cs="Arial"/>
          <w:b/>
        </w:rPr>
        <w:t>6</w:t>
      </w:r>
      <w:r w:rsidR="00BF6FBB">
        <w:rPr>
          <w:rFonts w:ascii="Arial" w:hAnsi="Arial" w:cs="Arial"/>
          <w:b/>
        </w:rPr>
        <w:t>. 202</w:t>
      </w:r>
      <w:r w:rsidR="00B252F0">
        <w:rPr>
          <w:rFonts w:ascii="Arial" w:hAnsi="Arial" w:cs="Arial"/>
          <w:b/>
        </w:rPr>
        <w:t>2</w:t>
      </w:r>
      <w:r w:rsidR="00553103">
        <w:rPr>
          <w:rFonts w:ascii="Arial" w:hAnsi="Arial" w:cs="Arial"/>
          <w:b/>
        </w:rPr>
        <w:t xml:space="preserve"> </w:t>
      </w:r>
      <w:r w:rsidRPr="00CC2297">
        <w:rPr>
          <w:rFonts w:ascii="Arial" w:hAnsi="Arial" w:cs="Arial"/>
        </w:rPr>
        <w:t>s tím, že pokud ve stanovené lhůtě nebudou nedostatky žádosti odstraněny, bude vydáno nesouhlasné stanovisko.</w:t>
      </w:r>
    </w:p>
    <w:p w:rsidR="00726DB5" w:rsidRPr="00A57EA1" w:rsidRDefault="00726DB5" w:rsidP="008C69E0">
      <w:pPr>
        <w:contextualSpacing/>
        <w:jc w:val="both"/>
        <w:rPr>
          <w:rFonts w:ascii="Arial" w:hAnsi="Arial" w:cs="Arial"/>
          <w:sz w:val="16"/>
          <w:szCs w:val="16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5522"/>
        <w:gridCol w:w="4259"/>
      </w:tblGrid>
      <w:tr w:rsidR="000D0852" w:rsidRPr="000D0852" w:rsidTr="00171675">
        <w:trPr>
          <w:trHeight w:val="592"/>
        </w:trPr>
        <w:tc>
          <w:tcPr>
            <w:tcW w:w="5522" w:type="dxa"/>
            <w:shd w:val="clear" w:color="auto" w:fill="auto"/>
          </w:tcPr>
          <w:p w:rsidR="00807E86" w:rsidRDefault="00807E86" w:rsidP="00027CBF">
            <w:pPr>
              <w:pStyle w:val="HSHMP"/>
              <w:tabs>
                <w:tab w:val="left" w:pos="0"/>
              </w:tabs>
              <w:spacing w:before="0"/>
              <w:ind w:left="0" w:right="0"/>
              <w:jc w:val="both"/>
              <w:rPr>
                <w:rFonts w:asciiTheme="minorHAnsi" w:hAnsiTheme="minorHAnsi" w:cstheme="minorHAnsi"/>
                <w:b/>
              </w:rPr>
            </w:pPr>
          </w:p>
          <w:p w:rsidR="00807E86" w:rsidRDefault="00807E86" w:rsidP="00027CBF">
            <w:pPr>
              <w:pStyle w:val="HSHMP"/>
              <w:tabs>
                <w:tab w:val="left" w:pos="0"/>
              </w:tabs>
              <w:spacing w:before="0"/>
              <w:ind w:left="0" w:right="0"/>
              <w:jc w:val="both"/>
              <w:rPr>
                <w:rFonts w:asciiTheme="minorHAnsi" w:hAnsiTheme="minorHAnsi" w:cstheme="minorHAnsi"/>
                <w:b/>
              </w:rPr>
            </w:pPr>
          </w:p>
          <w:p w:rsidR="00027CBF" w:rsidRPr="00726DB5" w:rsidRDefault="00027CBF" w:rsidP="00027CBF">
            <w:pPr>
              <w:pStyle w:val="HSHMP"/>
              <w:tabs>
                <w:tab w:val="left" w:pos="0"/>
              </w:tabs>
              <w:spacing w:before="0"/>
              <w:ind w:left="0" w:right="0"/>
              <w:jc w:val="both"/>
              <w:rPr>
                <w:rFonts w:asciiTheme="minorHAnsi" w:hAnsiTheme="minorHAnsi" w:cstheme="minorHAnsi"/>
                <w:b/>
              </w:rPr>
            </w:pPr>
            <w:bookmarkStart w:id="5" w:name="_GoBack"/>
            <w:bookmarkEnd w:id="5"/>
            <w:r w:rsidRPr="00726DB5">
              <w:rPr>
                <w:rFonts w:asciiTheme="minorHAnsi" w:hAnsiTheme="minorHAnsi" w:cstheme="minorHAnsi"/>
                <w:b/>
              </w:rPr>
              <w:t xml:space="preserve">Mgr. Petra Lisa Křivánková </w:t>
            </w:r>
          </w:p>
          <w:p w:rsidR="007A41A8" w:rsidRDefault="00027CBF" w:rsidP="00027CBF">
            <w:pPr>
              <w:pStyle w:val="HSHMP"/>
              <w:tabs>
                <w:tab w:val="left" w:pos="0"/>
              </w:tabs>
              <w:spacing w:before="0"/>
              <w:ind w:left="0" w:right="0"/>
              <w:jc w:val="both"/>
              <w:rPr>
                <w:rFonts w:asciiTheme="minorHAnsi" w:hAnsiTheme="minorHAnsi" w:cstheme="minorHAnsi"/>
              </w:rPr>
            </w:pPr>
            <w:r w:rsidRPr="00726DB5">
              <w:rPr>
                <w:rFonts w:asciiTheme="minorHAnsi" w:hAnsiTheme="minorHAnsi" w:cstheme="minorHAnsi"/>
              </w:rPr>
              <w:t>vedoucí oddělení hygieny práce</w:t>
            </w:r>
          </w:p>
          <w:p w:rsidR="00A57EA1" w:rsidRDefault="00A57EA1" w:rsidP="00027CBF">
            <w:pPr>
              <w:pStyle w:val="HSHMP"/>
              <w:tabs>
                <w:tab w:val="left" w:pos="0"/>
              </w:tabs>
              <w:spacing w:before="0"/>
              <w:ind w:left="0" w:right="0"/>
              <w:jc w:val="both"/>
              <w:rPr>
                <w:rFonts w:asciiTheme="minorHAnsi" w:hAnsiTheme="minorHAnsi" w:cstheme="minorHAnsi"/>
              </w:rPr>
            </w:pPr>
          </w:p>
          <w:p w:rsidR="00027CBF" w:rsidRPr="007225FE" w:rsidRDefault="00027CBF" w:rsidP="007225FE">
            <w:pPr>
              <w:ind w:right="565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59" w:type="dxa"/>
            <w:shd w:val="clear" w:color="auto" w:fill="auto"/>
          </w:tcPr>
          <w:p w:rsidR="000D0852" w:rsidRPr="000D0852" w:rsidRDefault="000D0852" w:rsidP="00D80253">
            <w:pPr>
              <w:tabs>
                <w:tab w:val="left" w:pos="142"/>
              </w:tabs>
              <w:ind w:left="142" w:right="139"/>
              <w:contextualSpacing/>
              <w:jc w:val="both"/>
              <w:rPr>
                <w:rFonts w:ascii="Arial" w:hAnsi="Arial" w:cs="Arial"/>
              </w:rPr>
            </w:pPr>
          </w:p>
          <w:p w:rsidR="000D0852" w:rsidRPr="000D0852" w:rsidRDefault="000D0852" w:rsidP="00D80253">
            <w:pPr>
              <w:tabs>
                <w:tab w:val="left" w:pos="142"/>
              </w:tabs>
              <w:ind w:left="142" w:right="139"/>
              <w:contextualSpacing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C1611A" w:rsidRPr="00A0139F" w:rsidRDefault="00C1611A" w:rsidP="00C1611A">
      <w:pPr>
        <w:ind w:right="565"/>
        <w:rPr>
          <w:rFonts w:ascii="Arial" w:hAnsi="Arial" w:cs="Arial"/>
          <w:u w:val="single"/>
        </w:rPr>
      </w:pPr>
      <w:r w:rsidRPr="00A0139F">
        <w:rPr>
          <w:rFonts w:ascii="Arial" w:hAnsi="Arial" w:cs="Arial"/>
          <w:u w:val="single"/>
        </w:rPr>
        <w:t>Rozdělovník</w:t>
      </w:r>
    </w:p>
    <w:p w:rsidR="00C1611A" w:rsidRPr="00A0139F" w:rsidRDefault="00C1611A" w:rsidP="00C44FE3">
      <w:pPr>
        <w:rPr>
          <w:rFonts w:ascii="Arial" w:hAnsi="Arial" w:cs="Arial"/>
        </w:rPr>
      </w:pPr>
      <w:r w:rsidRPr="00A0139F">
        <w:rPr>
          <w:rFonts w:ascii="Arial" w:hAnsi="Arial" w:cs="Arial"/>
        </w:rPr>
        <w:t xml:space="preserve">1. </w:t>
      </w:r>
      <w:r w:rsidR="00EC493C">
        <w:rPr>
          <w:rFonts w:ascii="Arial" w:hAnsi="Arial" w:cs="Arial"/>
        </w:rPr>
        <w:t>Adresát</w:t>
      </w:r>
    </w:p>
    <w:p w:rsidR="00112572" w:rsidRPr="008F5694" w:rsidRDefault="009F36EE" w:rsidP="008F5694">
      <w:pPr>
        <w:ind w:right="565"/>
        <w:rPr>
          <w:rFonts w:ascii="Arial" w:hAnsi="Arial" w:cs="Arial"/>
        </w:rPr>
      </w:pPr>
      <w:r w:rsidRPr="00A0139F">
        <w:rPr>
          <w:rFonts w:ascii="Arial" w:hAnsi="Arial" w:cs="Arial"/>
        </w:rPr>
        <w:t>2. HSHMP – oddělení hygieny</w:t>
      </w:r>
      <w:r w:rsidR="00C1611A" w:rsidRPr="00A0139F">
        <w:rPr>
          <w:rFonts w:ascii="Arial" w:hAnsi="Arial" w:cs="Arial"/>
        </w:rPr>
        <w:t xml:space="preserve"> práce – pobočka Centrum</w:t>
      </w:r>
    </w:p>
    <w:sectPr w:rsidR="00112572" w:rsidRPr="008F5694" w:rsidSect="0007756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133" w:bottom="1276" w:left="1134" w:header="57" w:footer="0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1DD" w:rsidRDefault="00CF01DD" w:rsidP="00E441F1">
      <w:r>
        <w:separator/>
      </w:r>
    </w:p>
  </w:endnote>
  <w:endnote w:type="continuationSeparator" w:id="0">
    <w:p w:rsidR="00CF01DD" w:rsidRDefault="00CF01DD" w:rsidP="00E44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TextC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JohnSansTextC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e Sans NR 45 Regular">
    <w:altName w:val="Arial"/>
    <w:panose1 w:val="00000000000000000000"/>
    <w:charset w:val="00"/>
    <w:family w:val="swiss"/>
    <w:notTrueType/>
    <w:pitch w:val="variable"/>
    <w:sig w:usb0="A00002E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50F" w:rsidRPr="00657F45" w:rsidRDefault="009C050F" w:rsidP="00DF2E8E">
    <w:pPr>
      <w:pStyle w:val="Zpat"/>
      <w:ind w:left="-851"/>
    </w:pPr>
    <w:r w:rsidRPr="005B4C1C"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C62D1C6" wp14:editId="261683DB">
          <wp:simplePos x="0" y="0"/>
          <wp:positionH relativeFrom="column">
            <wp:posOffset>-358140</wp:posOffset>
          </wp:positionH>
          <wp:positionV relativeFrom="paragraph">
            <wp:posOffset>-529590</wp:posOffset>
          </wp:positionV>
          <wp:extent cx="7096125" cy="474345"/>
          <wp:effectExtent l="0" t="0" r="0" b="1905"/>
          <wp:wrapTight wrapText="bothSides">
            <wp:wrapPolygon edited="0">
              <wp:start x="406" y="0"/>
              <wp:lineTo x="406" y="12145"/>
              <wp:lineTo x="1566" y="16482"/>
              <wp:lineTo x="1508" y="19952"/>
              <wp:lineTo x="2783" y="20819"/>
              <wp:lineTo x="19020" y="20819"/>
              <wp:lineTo x="20063" y="19952"/>
              <wp:lineTo x="19831" y="16482"/>
              <wp:lineTo x="21107" y="11277"/>
              <wp:lineTo x="20991" y="0"/>
              <wp:lineTo x="406" y="0"/>
            </wp:wrapPolygon>
          </wp:wrapTight>
          <wp:docPr id="64" name="Obrázek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612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B4C1C"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1B51510" wp14:editId="1AF5B7D1">
          <wp:simplePos x="0" y="0"/>
          <wp:positionH relativeFrom="column">
            <wp:posOffset>0</wp:posOffset>
          </wp:positionH>
          <wp:positionV relativeFrom="paragraph">
            <wp:posOffset>346075</wp:posOffset>
          </wp:positionV>
          <wp:extent cx="7096125" cy="474345"/>
          <wp:effectExtent l="0" t="0" r="0" b="1905"/>
          <wp:wrapTight wrapText="bothSides">
            <wp:wrapPolygon edited="0">
              <wp:start x="406" y="0"/>
              <wp:lineTo x="406" y="12145"/>
              <wp:lineTo x="1566" y="16482"/>
              <wp:lineTo x="1508" y="19952"/>
              <wp:lineTo x="2783" y="20819"/>
              <wp:lineTo x="19020" y="20819"/>
              <wp:lineTo x="20063" y="19952"/>
              <wp:lineTo x="19831" y="16482"/>
              <wp:lineTo x="21107" y="11277"/>
              <wp:lineTo x="20991" y="0"/>
              <wp:lineTo x="406" y="0"/>
            </wp:wrapPolygon>
          </wp:wrapTight>
          <wp:docPr id="65" name="Obrázek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612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50F" w:rsidRPr="00F37855" w:rsidRDefault="009C050F" w:rsidP="00DF2E8E">
    <w:pPr>
      <w:pStyle w:val="Zpat"/>
      <w:tabs>
        <w:tab w:val="left" w:pos="3450"/>
      </w:tabs>
      <w:ind w:left="-851"/>
      <w:jc w:val="center"/>
      <w:rPr>
        <w:rFonts w:ascii="Core Sans NR 45 Regular" w:hAnsi="Core Sans NR 45 Regular" w:cs="Arial"/>
        <w:color w:val="312682"/>
        <w:sz w:val="14"/>
        <w:szCs w:val="16"/>
      </w:rPr>
    </w:pPr>
    <w:r w:rsidRPr="005B4C1C"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01B51510" wp14:editId="1AF5B7D1">
          <wp:simplePos x="0" y="0"/>
          <wp:positionH relativeFrom="column">
            <wp:posOffset>-386715</wp:posOffset>
          </wp:positionH>
          <wp:positionV relativeFrom="paragraph">
            <wp:posOffset>-598170</wp:posOffset>
          </wp:positionV>
          <wp:extent cx="7096125" cy="474345"/>
          <wp:effectExtent l="0" t="0" r="0" b="1905"/>
          <wp:wrapTight wrapText="bothSides">
            <wp:wrapPolygon edited="0">
              <wp:start x="406" y="0"/>
              <wp:lineTo x="406" y="12145"/>
              <wp:lineTo x="1566" y="16482"/>
              <wp:lineTo x="1508" y="19952"/>
              <wp:lineTo x="2783" y="20819"/>
              <wp:lineTo x="19020" y="20819"/>
              <wp:lineTo x="20063" y="19952"/>
              <wp:lineTo x="19831" y="16482"/>
              <wp:lineTo x="21107" y="11277"/>
              <wp:lineTo x="20991" y="0"/>
              <wp:lineTo x="406" y="0"/>
            </wp:wrapPolygon>
          </wp:wrapTight>
          <wp:docPr id="67" name="Obráze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612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1DD" w:rsidRDefault="00CF01DD" w:rsidP="00E441F1">
      <w:r>
        <w:separator/>
      </w:r>
    </w:p>
  </w:footnote>
  <w:footnote w:type="continuationSeparator" w:id="0">
    <w:p w:rsidR="00CF01DD" w:rsidRDefault="00CF01DD" w:rsidP="00E44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50F" w:rsidRPr="008D6404" w:rsidRDefault="009C050F">
    <w:pPr>
      <w:pStyle w:val="Zhlav"/>
      <w:rPr>
        <w:sz w:val="6"/>
      </w:rPr>
    </w:pPr>
  </w:p>
  <w:p w:rsidR="009C050F" w:rsidRDefault="009C050F" w:rsidP="00DF2E8E">
    <w:pPr>
      <w:pStyle w:val="Zhlav"/>
      <w:ind w:left="-851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797DD4D" wp14:editId="5811A65E">
          <wp:simplePos x="0" y="0"/>
          <wp:positionH relativeFrom="column">
            <wp:posOffset>-539115</wp:posOffset>
          </wp:positionH>
          <wp:positionV relativeFrom="page">
            <wp:posOffset>76200</wp:posOffset>
          </wp:positionV>
          <wp:extent cx="1123950" cy="611505"/>
          <wp:effectExtent l="0" t="0" r="0" b="0"/>
          <wp:wrapTopAndBottom/>
          <wp:docPr id="63" name="Obrázek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Dopis_zahlavi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123950" cy="6115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50F" w:rsidRPr="003F47D2" w:rsidRDefault="009C050F" w:rsidP="00DF2E8E">
    <w:pPr>
      <w:pStyle w:val="Zhlav"/>
      <w:spacing w:before="120"/>
      <w:ind w:left="-851" w:right="-567"/>
      <w:jc w:val="center"/>
    </w:pPr>
    <w:r w:rsidRPr="000E5F1F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1552A39" wp14:editId="6B41BAED">
          <wp:simplePos x="0" y="0"/>
          <wp:positionH relativeFrom="column">
            <wp:posOffset>-329565</wp:posOffset>
          </wp:positionH>
          <wp:positionV relativeFrom="page">
            <wp:posOffset>114300</wp:posOffset>
          </wp:positionV>
          <wp:extent cx="6777355" cy="923925"/>
          <wp:effectExtent l="0" t="0" r="4445" b="9525"/>
          <wp:wrapTight wrapText="bothSides">
            <wp:wrapPolygon edited="0">
              <wp:start x="0" y="0"/>
              <wp:lineTo x="0" y="21377"/>
              <wp:lineTo x="6011" y="21377"/>
              <wp:lineTo x="6011" y="14252"/>
              <wp:lineTo x="21553" y="10243"/>
              <wp:lineTo x="21553" y="445"/>
              <wp:lineTo x="6011" y="0"/>
              <wp:lineTo x="0" y="0"/>
            </wp:wrapPolygon>
          </wp:wrapTight>
          <wp:docPr id="66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0"/>
                  <pic:cNvPicPr>
                    <a:picLocks noChangeAspect="1"/>
                  </pic:cNvPicPr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6296"/>
                  <a:stretch/>
                </pic:blipFill>
                <pic:spPr bwMode="auto">
                  <a:xfrm>
                    <a:off x="0" y="0"/>
                    <a:ext cx="6777355" cy="923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54B7"/>
    <w:multiLevelType w:val="hybridMultilevel"/>
    <w:tmpl w:val="6B728B4A"/>
    <w:lvl w:ilvl="0" w:tplc="06B840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7CC5B7C"/>
    <w:multiLevelType w:val="hybridMultilevel"/>
    <w:tmpl w:val="C2FCF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D5688"/>
    <w:multiLevelType w:val="hybridMultilevel"/>
    <w:tmpl w:val="D18A24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44AD8"/>
    <w:multiLevelType w:val="hybridMultilevel"/>
    <w:tmpl w:val="1EAE422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8E0054"/>
    <w:multiLevelType w:val="hybridMultilevel"/>
    <w:tmpl w:val="8056FD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E5823"/>
    <w:multiLevelType w:val="hybridMultilevel"/>
    <w:tmpl w:val="42AC3E4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066F51"/>
    <w:multiLevelType w:val="hybridMultilevel"/>
    <w:tmpl w:val="61E86B2E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2F56423"/>
    <w:multiLevelType w:val="hybridMultilevel"/>
    <w:tmpl w:val="C9460396"/>
    <w:lvl w:ilvl="0" w:tplc="BCFED8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C01CFB"/>
    <w:multiLevelType w:val="hybridMultilevel"/>
    <w:tmpl w:val="00AAC9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52E33"/>
    <w:multiLevelType w:val="hybridMultilevel"/>
    <w:tmpl w:val="36B8957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886581E"/>
    <w:multiLevelType w:val="hybridMultilevel"/>
    <w:tmpl w:val="57F01E7E"/>
    <w:lvl w:ilvl="0" w:tplc="11486A2A">
      <w:start w:val="1"/>
      <w:numFmt w:val="bullet"/>
      <w:pStyle w:val="Odrka"/>
      <w:lvlText w:val=""/>
      <w:lvlJc w:val="left"/>
      <w:pPr>
        <w:tabs>
          <w:tab w:val="num" w:pos="1200"/>
        </w:tabs>
        <w:ind w:left="1200" w:hanging="360"/>
      </w:pPr>
      <w:rPr>
        <w:rFonts w:ascii="Wingdings 2" w:hAnsi="Wingdings 2" w:hint="default"/>
        <w:b/>
        <w:i w:val="0"/>
        <w:color w:val="33CCCC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6E347E64"/>
    <w:multiLevelType w:val="hybridMultilevel"/>
    <w:tmpl w:val="09E60826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F1307BC"/>
    <w:multiLevelType w:val="hybridMultilevel"/>
    <w:tmpl w:val="11205254"/>
    <w:lvl w:ilvl="0" w:tplc="7A941398">
      <w:start w:val="1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0424E"/>
    <w:multiLevelType w:val="hybridMultilevel"/>
    <w:tmpl w:val="A96C3CE4"/>
    <w:lvl w:ilvl="0" w:tplc="C666CBD8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701341D"/>
    <w:multiLevelType w:val="hybridMultilevel"/>
    <w:tmpl w:val="0DFC005E"/>
    <w:lvl w:ilvl="0" w:tplc="6064489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78E36F67"/>
    <w:multiLevelType w:val="hybridMultilevel"/>
    <w:tmpl w:val="4198DE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0"/>
  </w:num>
  <w:num w:numId="5">
    <w:abstractNumId w:val="3"/>
  </w:num>
  <w:num w:numId="6">
    <w:abstractNumId w:val="15"/>
  </w:num>
  <w:num w:numId="7">
    <w:abstractNumId w:val="2"/>
  </w:num>
  <w:num w:numId="8">
    <w:abstractNumId w:val="5"/>
  </w:num>
  <w:num w:numId="9">
    <w:abstractNumId w:val="7"/>
  </w:num>
  <w:num w:numId="10">
    <w:abstractNumId w:val="12"/>
  </w:num>
  <w:num w:numId="11">
    <w:abstractNumId w:val="4"/>
  </w:num>
  <w:num w:numId="12">
    <w:abstractNumId w:val="9"/>
  </w:num>
  <w:num w:numId="13">
    <w:abstractNumId w:val="13"/>
  </w:num>
  <w:num w:numId="14">
    <w:abstractNumId w:val="6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F03"/>
    <w:rsid w:val="000007E0"/>
    <w:rsid w:val="000027A9"/>
    <w:rsid w:val="000052EC"/>
    <w:rsid w:val="00005681"/>
    <w:rsid w:val="000057E1"/>
    <w:rsid w:val="000113B3"/>
    <w:rsid w:val="00022828"/>
    <w:rsid w:val="00024628"/>
    <w:rsid w:val="00027287"/>
    <w:rsid w:val="00027CBF"/>
    <w:rsid w:val="00030A07"/>
    <w:rsid w:val="00030FF4"/>
    <w:rsid w:val="00033FA8"/>
    <w:rsid w:val="00040048"/>
    <w:rsid w:val="00062A1E"/>
    <w:rsid w:val="0006410C"/>
    <w:rsid w:val="0006464F"/>
    <w:rsid w:val="0006689A"/>
    <w:rsid w:val="00066E47"/>
    <w:rsid w:val="0007351A"/>
    <w:rsid w:val="000747BE"/>
    <w:rsid w:val="00077435"/>
    <w:rsid w:val="0007756A"/>
    <w:rsid w:val="000831F8"/>
    <w:rsid w:val="00085AA2"/>
    <w:rsid w:val="000868E9"/>
    <w:rsid w:val="00086A8B"/>
    <w:rsid w:val="00092395"/>
    <w:rsid w:val="00095E30"/>
    <w:rsid w:val="000A0C04"/>
    <w:rsid w:val="000A5053"/>
    <w:rsid w:val="000B35EC"/>
    <w:rsid w:val="000C03D4"/>
    <w:rsid w:val="000C1E60"/>
    <w:rsid w:val="000C51D1"/>
    <w:rsid w:val="000C5EEF"/>
    <w:rsid w:val="000D0852"/>
    <w:rsid w:val="000D27E3"/>
    <w:rsid w:val="000D2C7B"/>
    <w:rsid w:val="000D497E"/>
    <w:rsid w:val="000E5F01"/>
    <w:rsid w:val="000E5F1F"/>
    <w:rsid w:val="000E77BE"/>
    <w:rsid w:val="000F330E"/>
    <w:rsid w:val="000F3A2D"/>
    <w:rsid w:val="00106FD5"/>
    <w:rsid w:val="00112572"/>
    <w:rsid w:val="00113090"/>
    <w:rsid w:val="00116102"/>
    <w:rsid w:val="0011629A"/>
    <w:rsid w:val="0012305A"/>
    <w:rsid w:val="00123B8D"/>
    <w:rsid w:val="00124C35"/>
    <w:rsid w:val="00125FFF"/>
    <w:rsid w:val="0013017F"/>
    <w:rsid w:val="001325D7"/>
    <w:rsid w:val="00136970"/>
    <w:rsid w:val="0014369A"/>
    <w:rsid w:val="0014454B"/>
    <w:rsid w:val="001473D8"/>
    <w:rsid w:val="0015120F"/>
    <w:rsid w:val="001513DE"/>
    <w:rsid w:val="00154ECE"/>
    <w:rsid w:val="001559AC"/>
    <w:rsid w:val="00160F93"/>
    <w:rsid w:val="00171675"/>
    <w:rsid w:val="00171CB0"/>
    <w:rsid w:val="00173355"/>
    <w:rsid w:val="001901A7"/>
    <w:rsid w:val="00196772"/>
    <w:rsid w:val="00196BF8"/>
    <w:rsid w:val="001A6B9E"/>
    <w:rsid w:val="001A6F9D"/>
    <w:rsid w:val="001A7FAC"/>
    <w:rsid w:val="001B3C43"/>
    <w:rsid w:val="001B46FD"/>
    <w:rsid w:val="001B5354"/>
    <w:rsid w:val="001C080C"/>
    <w:rsid w:val="001C0FF9"/>
    <w:rsid w:val="001C38BD"/>
    <w:rsid w:val="001C4BC5"/>
    <w:rsid w:val="001C4F3F"/>
    <w:rsid w:val="001E0164"/>
    <w:rsid w:val="001E1236"/>
    <w:rsid w:val="001E184F"/>
    <w:rsid w:val="001E28DD"/>
    <w:rsid w:val="001E4444"/>
    <w:rsid w:val="001E6112"/>
    <w:rsid w:val="001E7D47"/>
    <w:rsid w:val="001E7F60"/>
    <w:rsid w:val="001F020E"/>
    <w:rsid w:val="002008B8"/>
    <w:rsid w:val="002026A6"/>
    <w:rsid w:val="0020480F"/>
    <w:rsid w:val="002106FD"/>
    <w:rsid w:val="00210F19"/>
    <w:rsid w:val="00212D0E"/>
    <w:rsid w:val="002140C1"/>
    <w:rsid w:val="00225A42"/>
    <w:rsid w:val="00232C4D"/>
    <w:rsid w:val="002366DE"/>
    <w:rsid w:val="00243C45"/>
    <w:rsid w:val="002442A2"/>
    <w:rsid w:val="00250966"/>
    <w:rsid w:val="00253BA5"/>
    <w:rsid w:val="002543FB"/>
    <w:rsid w:val="00254ACD"/>
    <w:rsid w:val="00260037"/>
    <w:rsid w:val="00266B3E"/>
    <w:rsid w:val="0027117B"/>
    <w:rsid w:val="0027599A"/>
    <w:rsid w:val="00276259"/>
    <w:rsid w:val="0027635C"/>
    <w:rsid w:val="0027762A"/>
    <w:rsid w:val="00277ECB"/>
    <w:rsid w:val="002876F2"/>
    <w:rsid w:val="00293BE3"/>
    <w:rsid w:val="00296B7F"/>
    <w:rsid w:val="002976AB"/>
    <w:rsid w:val="002A00E2"/>
    <w:rsid w:val="002A0BAD"/>
    <w:rsid w:val="002A4055"/>
    <w:rsid w:val="002A54BA"/>
    <w:rsid w:val="002B2A34"/>
    <w:rsid w:val="002B3A6E"/>
    <w:rsid w:val="002B5073"/>
    <w:rsid w:val="002B67BF"/>
    <w:rsid w:val="002B7E09"/>
    <w:rsid w:val="002C3EB8"/>
    <w:rsid w:val="002D776B"/>
    <w:rsid w:val="002E1AEA"/>
    <w:rsid w:val="002E2B66"/>
    <w:rsid w:val="002E4E8D"/>
    <w:rsid w:val="002E6778"/>
    <w:rsid w:val="002F3A7D"/>
    <w:rsid w:val="002F3D7F"/>
    <w:rsid w:val="002F4F31"/>
    <w:rsid w:val="002F6CE0"/>
    <w:rsid w:val="00314C06"/>
    <w:rsid w:val="0031577F"/>
    <w:rsid w:val="00315AC6"/>
    <w:rsid w:val="0032066F"/>
    <w:rsid w:val="003274D3"/>
    <w:rsid w:val="0033462C"/>
    <w:rsid w:val="0033497C"/>
    <w:rsid w:val="003357BC"/>
    <w:rsid w:val="00335BBC"/>
    <w:rsid w:val="00346B67"/>
    <w:rsid w:val="00347CC9"/>
    <w:rsid w:val="003507C3"/>
    <w:rsid w:val="00351A79"/>
    <w:rsid w:val="00353911"/>
    <w:rsid w:val="00354703"/>
    <w:rsid w:val="00354F4F"/>
    <w:rsid w:val="0035659F"/>
    <w:rsid w:val="00357E5C"/>
    <w:rsid w:val="003632A0"/>
    <w:rsid w:val="00365ACF"/>
    <w:rsid w:val="003802DF"/>
    <w:rsid w:val="00384625"/>
    <w:rsid w:val="00387CC6"/>
    <w:rsid w:val="0039128F"/>
    <w:rsid w:val="003955A6"/>
    <w:rsid w:val="00396296"/>
    <w:rsid w:val="00396368"/>
    <w:rsid w:val="0039668A"/>
    <w:rsid w:val="003978FD"/>
    <w:rsid w:val="003A0A57"/>
    <w:rsid w:val="003B081E"/>
    <w:rsid w:val="003B50D2"/>
    <w:rsid w:val="003B785A"/>
    <w:rsid w:val="003C0F42"/>
    <w:rsid w:val="003C3126"/>
    <w:rsid w:val="003C48EC"/>
    <w:rsid w:val="003C7FC7"/>
    <w:rsid w:val="003D104C"/>
    <w:rsid w:val="003D2166"/>
    <w:rsid w:val="003D38F3"/>
    <w:rsid w:val="003D3D49"/>
    <w:rsid w:val="003D4195"/>
    <w:rsid w:val="003E3AF2"/>
    <w:rsid w:val="003E678D"/>
    <w:rsid w:val="003E6FCE"/>
    <w:rsid w:val="003F2FF0"/>
    <w:rsid w:val="003F47D2"/>
    <w:rsid w:val="003F5E30"/>
    <w:rsid w:val="003F65E0"/>
    <w:rsid w:val="0040092A"/>
    <w:rsid w:val="004036EB"/>
    <w:rsid w:val="004063CB"/>
    <w:rsid w:val="00406A48"/>
    <w:rsid w:val="0041595A"/>
    <w:rsid w:val="00416DB2"/>
    <w:rsid w:val="0041725D"/>
    <w:rsid w:val="00421907"/>
    <w:rsid w:val="00423C57"/>
    <w:rsid w:val="00431519"/>
    <w:rsid w:val="004363F9"/>
    <w:rsid w:val="004372AA"/>
    <w:rsid w:val="00437734"/>
    <w:rsid w:val="00437BFA"/>
    <w:rsid w:val="0044449A"/>
    <w:rsid w:val="00445042"/>
    <w:rsid w:val="00451A43"/>
    <w:rsid w:val="00452AD0"/>
    <w:rsid w:val="00452B39"/>
    <w:rsid w:val="0045336D"/>
    <w:rsid w:val="00453C9F"/>
    <w:rsid w:val="0045708D"/>
    <w:rsid w:val="004609CF"/>
    <w:rsid w:val="004609D1"/>
    <w:rsid w:val="00462E4A"/>
    <w:rsid w:val="004664F1"/>
    <w:rsid w:val="00476D31"/>
    <w:rsid w:val="004825D1"/>
    <w:rsid w:val="00483D61"/>
    <w:rsid w:val="00490F0C"/>
    <w:rsid w:val="004931BF"/>
    <w:rsid w:val="004939A5"/>
    <w:rsid w:val="0049498F"/>
    <w:rsid w:val="0049720F"/>
    <w:rsid w:val="00497EB6"/>
    <w:rsid w:val="004A050C"/>
    <w:rsid w:val="004A3835"/>
    <w:rsid w:val="004A4CE1"/>
    <w:rsid w:val="004A796F"/>
    <w:rsid w:val="004B0A87"/>
    <w:rsid w:val="004B216F"/>
    <w:rsid w:val="004B4002"/>
    <w:rsid w:val="004B41BC"/>
    <w:rsid w:val="004B4733"/>
    <w:rsid w:val="004B48DE"/>
    <w:rsid w:val="004B6A60"/>
    <w:rsid w:val="004B6BCB"/>
    <w:rsid w:val="004B7291"/>
    <w:rsid w:val="004C03DB"/>
    <w:rsid w:val="004C52C6"/>
    <w:rsid w:val="004C64AC"/>
    <w:rsid w:val="004C67D7"/>
    <w:rsid w:val="004C7334"/>
    <w:rsid w:val="004D2A22"/>
    <w:rsid w:val="004D3A8A"/>
    <w:rsid w:val="004E0316"/>
    <w:rsid w:val="004E1275"/>
    <w:rsid w:val="004E2166"/>
    <w:rsid w:val="004E2D8D"/>
    <w:rsid w:val="004E6E26"/>
    <w:rsid w:val="004E706D"/>
    <w:rsid w:val="004E71B0"/>
    <w:rsid w:val="004F0008"/>
    <w:rsid w:val="004F2F41"/>
    <w:rsid w:val="004F57A8"/>
    <w:rsid w:val="0050648F"/>
    <w:rsid w:val="005075E9"/>
    <w:rsid w:val="00507BBD"/>
    <w:rsid w:val="00513B5E"/>
    <w:rsid w:val="005140DE"/>
    <w:rsid w:val="00515CFF"/>
    <w:rsid w:val="005169EF"/>
    <w:rsid w:val="005228FD"/>
    <w:rsid w:val="0052592A"/>
    <w:rsid w:val="00526B6D"/>
    <w:rsid w:val="005305C8"/>
    <w:rsid w:val="005342A2"/>
    <w:rsid w:val="00535583"/>
    <w:rsid w:val="00542D29"/>
    <w:rsid w:val="0054397B"/>
    <w:rsid w:val="00545A2A"/>
    <w:rsid w:val="00545B35"/>
    <w:rsid w:val="00553103"/>
    <w:rsid w:val="00553D7D"/>
    <w:rsid w:val="005575C6"/>
    <w:rsid w:val="00557F65"/>
    <w:rsid w:val="0056042F"/>
    <w:rsid w:val="00560B07"/>
    <w:rsid w:val="00561622"/>
    <w:rsid w:val="00561B04"/>
    <w:rsid w:val="00563E6C"/>
    <w:rsid w:val="00564030"/>
    <w:rsid w:val="005644CC"/>
    <w:rsid w:val="0056473B"/>
    <w:rsid w:val="00565334"/>
    <w:rsid w:val="0056543C"/>
    <w:rsid w:val="00570FF2"/>
    <w:rsid w:val="005725F7"/>
    <w:rsid w:val="005751DD"/>
    <w:rsid w:val="005806FC"/>
    <w:rsid w:val="00584A57"/>
    <w:rsid w:val="00584F98"/>
    <w:rsid w:val="005872E3"/>
    <w:rsid w:val="005905AB"/>
    <w:rsid w:val="005A439B"/>
    <w:rsid w:val="005A4D06"/>
    <w:rsid w:val="005A59EF"/>
    <w:rsid w:val="005A7A44"/>
    <w:rsid w:val="005B230B"/>
    <w:rsid w:val="005B4C1C"/>
    <w:rsid w:val="005B5C9E"/>
    <w:rsid w:val="005C0D51"/>
    <w:rsid w:val="005D1B58"/>
    <w:rsid w:val="005D2CDC"/>
    <w:rsid w:val="005E012D"/>
    <w:rsid w:val="005E1263"/>
    <w:rsid w:val="005E1F92"/>
    <w:rsid w:val="005F37B8"/>
    <w:rsid w:val="0060304D"/>
    <w:rsid w:val="006038D9"/>
    <w:rsid w:val="00603A07"/>
    <w:rsid w:val="00607666"/>
    <w:rsid w:val="0061142C"/>
    <w:rsid w:val="00611CFC"/>
    <w:rsid w:val="00612F6F"/>
    <w:rsid w:val="0061391B"/>
    <w:rsid w:val="00620662"/>
    <w:rsid w:val="006206DF"/>
    <w:rsid w:val="00620C54"/>
    <w:rsid w:val="00624181"/>
    <w:rsid w:val="00627523"/>
    <w:rsid w:val="00630CE5"/>
    <w:rsid w:val="00630DDC"/>
    <w:rsid w:val="00631912"/>
    <w:rsid w:val="00633DA7"/>
    <w:rsid w:val="006342D0"/>
    <w:rsid w:val="00634C8B"/>
    <w:rsid w:val="00634CCF"/>
    <w:rsid w:val="00641F73"/>
    <w:rsid w:val="0065300F"/>
    <w:rsid w:val="006545E5"/>
    <w:rsid w:val="00657162"/>
    <w:rsid w:val="00657F45"/>
    <w:rsid w:val="0066095D"/>
    <w:rsid w:val="00662053"/>
    <w:rsid w:val="006625ED"/>
    <w:rsid w:val="00663624"/>
    <w:rsid w:val="00664960"/>
    <w:rsid w:val="00665436"/>
    <w:rsid w:val="0066545F"/>
    <w:rsid w:val="006778ED"/>
    <w:rsid w:val="00684B33"/>
    <w:rsid w:val="00684B3B"/>
    <w:rsid w:val="00693414"/>
    <w:rsid w:val="006A09AC"/>
    <w:rsid w:val="006A2DB3"/>
    <w:rsid w:val="006A3B8F"/>
    <w:rsid w:val="006A5A13"/>
    <w:rsid w:val="006B0CF4"/>
    <w:rsid w:val="006B18D4"/>
    <w:rsid w:val="006B3B92"/>
    <w:rsid w:val="006B4818"/>
    <w:rsid w:val="006B51D3"/>
    <w:rsid w:val="006B563B"/>
    <w:rsid w:val="006C47A6"/>
    <w:rsid w:val="006C4D60"/>
    <w:rsid w:val="006C5044"/>
    <w:rsid w:val="006C65B5"/>
    <w:rsid w:val="006C68F5"/>
    <w:rsid w:val="006C75AB"/>
    <w:rsid w:val="006D4299"/>
    <w:rsid w:val="006D55F8"/>
    <w:rsid w:val="006D6202"/>
    <w:rsid w:val="006D7BF6"/>
    <w:rsid w:val="006E1753"/>
    <w:rsid w:val="006E2196"/>
    <w:rsid w:val="006E4B6E"/>
    <w:rsid w:val="006E5929"/>
    <w:rsid w:val="006E6F27"/>
    <w:rsid w:val="006F0083"/>
    <w:rsid w:val="006F12EA"/>
    <w:rsid w:val="006F313D"/>
    <w:rsid w:val="006F4695"/>
    <w:rsid w:val="00700904"/>
    <w:rsid w:val="007225FE"/>
    <w:rsid w:val="00723FD7"/>
    <w:rsid w:val="00726DB5"/>
    <w:rsid w:val="00731DA1"/>
    <w:rsid w:val="0073501A"/>
    <w:rsid w:val="007410BB"/>
    <w:rsid w:val="00741122"/>
    <w:rsid w:val="00743326"/>
    <w:rsid w:val="00747789"/>
    <w:rsid w:val="00747C45"/>
    <w:rsid w:val="00753556"/>
    <w:rsid w:val="007538E9"/>
    <w:rsid w:val="00756C5F"/>
    <w:rsid w:val="00761684"/>
    <w:rsid w:val="007672F7"/>
    <w:rsid w:val="00772FB2"/>
    <w:rsid w:val="00775375"/>
    <w:rsid w:val="00775A4C"/>
    <w:rsid w:val="007766E7"/>
    <w:rsid w:val="0078080B"/>
    <w:rsid w:val="00784ABC"/>
    <w:rsid w:val="00784E2A"/>
    <w:rsid w:val="00790EC6"/>
    <w:rsid w:val="007953B2"/>
    <w:rsid w:val="0079549D"/>
    <w:rsid w:val="007955F8"/>
    <w:rsid w:val="00796E8E"/>
    <w:rsid w:val="007974D0"/>
    <w:rsid w:val="007A1679"/>
    <w:rsid w:val="007A2DF7"/>
    <w:rsid w:val="007A41A8"/>
    <w:rsid w:val="007A4B71"/>
    <w:rsid w:val="007A6C04"/>
    <w:rsid w:val="007A72E5"/>
    <w:rsid w:val="007B0F8C"/>
    <w:rsid w:val="007B689E"/>
    <w:rsid w:val="007C498C"/>
    <w:rsid w:val="007D33E7"/>
    <w:rsid w:val="007D7025"/>
    <w:rsid w:val="007D7192"/>
    <w:rsid w:val="007E1474"/>
    <w:rsid w:val="007E3613"/>
    <w:rsid w:val="007F0589"/>
    <w:rsid w:val="007F10BA"/>
    <w:rsid w:val="007F3910"/>
    <w:rsid w:val="00801F27"/>
    <w:rsid w:val="00802E48"/>
    <w:rsid w:val="0080562A"/>
    <w:rsid w:val="008066F0"/>
    <w:rsid w:val="0080671B"/>
    <w:rsid w:val="0080766A"/>
    <w:rsid w:val="008077B7"/>
    <w:rsid w:val="00807E86"/>
    <w:rsid w:val="00816712"/>
    <w:rsid w:val="00823F8A"/>
    <w:rsid w:val="00825CA8"/>
    <w:rsid w:val="00832DA8"/>
    <w:rsid w:val="0083389B"/>
    <w:rsid w:val="00841509"/>
    <w:rsid w:val="00844D63"/>
    <w:rsid w:val="00846250"/>
    <w:rsid w:val="00851644"/>
    <w:rsid w:val="00852C52"/>
    <w:rsid w:val="00866094"/>
    <w:rsid w:val="00866958"/>
    <w:rsid w:val="008715CF"/>
    <w:rsid w:val="00871736"/>
    <w:rsid w:val="00872823"/>
    <w:rsid w:val="00873317"/>
    <w:rsid w:val="00874D9E"/>
    <w:rsid w:val="0087574B"/>
    <w:rsid w:val="00875B27"/>
    <w:rsid w:val="0088209C"/>
    <w:rsid w:val="00891FE1"/>
    <w:rsid w:val="008929C3"/>
    <w:rsid w:val="00896B05"/>
    <w:rsid w:val="008A300D"/>
    <w:rsid w:val="008A3829"/>
    <w:rsid w:val="008A3BCF"/>
    <w:rsid w:val="008A4B02"/>
    <w:rsid w:val="008A5012"/>
    <w:rsid w:val="008B37ED"/>
    <w:rsid w:val="008B49B0"/>
    <w:rsid w:val="008C69E0"/>
    <w:rsid w:val="008C7628"/>
    <w:rsid w:val="008D6404"/>
    <w:rsid w:val="008D7888"/>
    <w:rsid w:val="008E27E6"/>
    <w:rsid w:val="008E60D9"/>
    <w:rsid w:val="008F5694"/>
    <w:rsid w:val="008F6561"/>
    <w:rsid w:val="009032E7"/>
    <w:rsid w:val="00905650"/>
    <w:rsid w:val="00906375"/>
    <w:rsid w:val="009078CC"/>
    <w:rsid w:val="00910F3C"/>
    <w:rsid w:val="00912921"/>
    <w:rsid w:val="00913F75"/>
    <w:rsid w:val="00917B9B"/>
    <w:rsid w:val="00927D8A"/>
    <w:rsid w:val="00931520"/>
    <w:rsid w:val="00936B07"/>
    <w:rsid w:val="00941D63"/>
    <w:rsid w:val="009430D5"/>
    <w:rsid w:val="00945C93"/>
    <w:rsid w:val="0094642A"/>
    <w:rsid w:val="00950B50"/>
    <w:rsid w:val="00951075"/>
    <w:rsid w:val="00954792"/>
    <w:rsid w:val="00962DB7"/>
    <w:rsid w:val="00967BD8"/>
    <w:rsid w:val="009740F4"/>
    <w:rsid w:val="00975E0A"/>
    <w:rsid w:val="00977F2A"/>
    <w:rsid w:val="00980DCF"/>
    <w:rsid w:val="0098345D"/>
    <w:rsid w:val="009855F4"/>
    <w:rsid w:val="00985E7E"/>
    <w:rsid w:val="009945DD"/>
    <w:rsid w:val="009A6CCA"/>
    <w:rsid w:val="009A7DD6"/>
    <w:rsid w:val="009B60D0"/>
    <w:rsid w:val="009C050F"/>
    <w:rsid w:val="009C6143"/>
    <w:rsid w:val="009D2537"/>
    <w:rsid w:val="009D2C99"/>
    <w:rsid w:val="009D67DC"/>
    <w:rsid w:val="009E18F0"/>
    <w:rsid w:val="009E4B08"/>
    <w:rsid w:val="009E4CBD"/>
    <w:rsid w:val="009E4F06"/>
    <w:rsid w:val="009E73C4"/>
    <w:rsid w:val="009F36EE"/>
    <w:rsid w:val="009F3F38"/>
    <w:rsid w:val="009F512E"/>
    <w:rsid w:val="009F718F"/>
    <w:rsid w:val="009F78AD"/>
    <w:rsid w:val="00A005C9"/>
    <w:rsid w:val="00A0139F"/>
    <w:rsid w:val="00A059C0"/>
    <w:rsid w:val="00A0700E"/>
    <w:rsid w:val="00A07CCF"/>
    <w:rsid w:val="00A321F6"/>
    <w:rsid w:val="00A35F7F"/>
    <w:rsid w:val="00A43C72"/>
    <w:rsid w:val="00A46633"/>
    <w:rsid w:val="00A46997"/>
    <w:rsid w:val="00A5006A"/>
    <w:rsid w:val="00A55F95"/>
    <w:rsid w:val="00A56B36"/>
    <w:rsid w:val="00A56CCF"/>
    <w:rsid w:val="00A57EA1"/>
    <w:rsid w:val="00A60D43"/>
    <w:rsid w:val="00A64802"/>
    <w:rsid w:val="00A70176"/>
    <w:rsid w:val="00A71B24"/>
    <w:rsid w:val="00A72696"/>
    <w:rsid w:val="00A74E96"/>
    <w:rsid w:val="00A74F13"/>
    <w:rsid w:val="00A76A37"/>
    <w:rsid w:val="00A77352"/>
    <w:rsid w:val="00A8041C"/>
    <w:rsid w:val="00A812EB"/>
    <w:rsid w:val="00A82CCC"/>
    <w:rsid w:val="00A82FBF"/>
    <w:rsid w:val="00A86A89"/>
    <w:rsid w:val="00A8783D"/>
    <w:rsid w:val="00A90B6B"/>
    <w:rsid w:val="00A94B8C"/>
    <w:rsid w:val="00A96B01"/>
    <w:rsid w:val="00AA0694"/>
    <w:rsid w:val="00AA19B5"/>
    <w:rsid w:val="00AA41BE"/>
    <w:rsid w:val="00AA7578"/>
    <w:rsid w:val="00AB1304"/>
    <w:rsid w:val="00AB4BE7"/>
    <w:rsid w:val="00AB506D"/>
    <w:rsid w:val="00AC0D3D"/>
    <w:rsid w:val="00AC29BE"/>
    <w:rsid w:val="00AC4DAE"/>
    <w:rsid w:val="00AC6CAA"/>
    <w:rsid w:val="00AD2CE5"/>
    <w:rsid w:val="00AD3C37"/>
    <w:rsid w:val="00AD5549"/>
    <w:rsid w:val="00AD74D4"/>
    <w:rsid w:val="00AD76C0"/>
    <w:rsid w:val="00AE10D4"/>
    <w:rsid w:val="00AE1865"/>
    <w:rsid w:val="00AE3E9B"/>
    <w:rsid w:val="00AF39A4"/>
    <w:rsid w:val="00AF3A40"/>
    <w:rsid w:val="00AF74C8"/>
    <w:rsid w:val="00B01AB2"/>
    <w:rsid w:val="00B025AD"/>
    <w:rsid w:val="00B117C5"/>
    <w:rsid w:val="00B17F3F"/>
    <w:rsid w:val="00B20F78"/>
    <w:rsid w:val="00B234B6"/>
    <w:rsid w:val="00B252F0"/>
    <w:rsid w:val="00B326C2"/>
    <w:rsid w:val="00B34096"/>
    <w:rsid w:val="00B34424"/>
    <w:rsid w:val="00B36416"/>
    <w:rsid w:val="00B3696C"/>
    <w:rsid w:val="00B4030B"/>
    <w:rsid w:val="00B40E23"/>
    <w:rsid w:val="00B41186"/>
    <w:rsid w:val="00B411E7"/>
    <w:rsid w:val="00B42E05"/>
    <w:rsid w:val="00B4662B"/>
    <w:rsid w:val="00B51D28"/>
    <w:rsid w:val="00B536D5"/>
    <w:rsid w:val="00B661C3"/>
    <w:rsid w:val="00B67E1F"/>
    <w:rsid w:val="00B718CD"/>
    <w:rsid w:val="00B73DF6"/>
    <w:rsid w:val="00B74FC8"/>
    <w:rsid w:val="00B75588"/>
    <w:rsid w:val="00B761AF"/>
    <w:rsid w:val="00B778AC"/>
    <w:rsid w:val="00B83513"/>
    <w:rsid w:val="00B8553D"/>
    <w:rsid w:val="00B91D8B"/>
    <w:rsid w:val="00B92F12"/>
    <w:rsid w:val="00BA3D67"/>
    <w:rsid w:val="00BB037D"/>
    <w:rsid w:val="00BB0E92"/>
    <w:rsid w:val="00BB25C4"/>
    <w:rsid w:val="00BB393E"/>
    <w:rsid w:val="00BB5AE3"/>
    <w:rsid w:val="00BB7D07"/>
    <w:rsid w:val="00BC5510"/>
    <w:rsid w:val="00BD1482"/>
    <w:rsid w:val="00BD6DA9"/>
    <w:rsid w:val="00BD74F6"/>
    <w:rsid w:val="00BE1673"/>
    <w:rsid w:val="00BE1BE3"/>
    <w:rsid w:val="00BF6581"/>
    <w:rsid w:val="00BF6FBB"/>
    <w:rsid w:val="00C01A0A"/>
    <w:rsid w:val="00C0286D"/>
    <w:rsid w:val="00C03BC3"/>
    <w:rsid w:val="00C10E7C"/>
    <w:rsid w:val="00C1566A"/>
    <w:rsid w:val="00C1611A"/>
    <w:rsid w:val="00C26006"/>
    <w:rsid w:val="00C313F4"/>
    <w:rsid w:val="00C316CB"/>
    <w:rsid w:val="00C32498"/>
    <w:rsid w:val="00C33BD6"/>
    <w:rsid w:val="00C37B0D"/>
    <w:rsid w:val="00C407BA"/>
    <w:rsid w:val="00C408C2"/>
    <w:rsid w:val="00C409E4"/>
    <w:rsid w:val="00C410B2"/>
    <w:rsid w:val="00C41691"/>
    <w:rsid w:val="00C41D74"/>
    <w:rsid w:val="00C43B40"/>
    <w:rsid w:val="00C4465A"/>
    <w:rsid w:val="00C44FE3"/>
    <w:rsid w:val="00C46514"/>
    <w:rsid w:val="00C46802"/>
    <w:rsid w:val="00C56263"/>
    <w:rsid w:val="00C633A9"/>
    <w:rsid w:val="00C648DA"/>
    <w:rsid w:val="00C662B4"/>
    <w:rsid w:val="00C66B77"/>
    <w:rsid w:val="00C71A47"/>
    <w:rsid w:val="00C80C86"/>
    <w:rsid w:val="00C81C97"/>
    <w:rsid w:val="00C876AF"/>
    <w:rsid w:val="00C87AAF"/>
    <w:rsid w:val="00C97228"/>
    <w:rsid w:val="00C979EB"/>
    <w:rsid w:val="00CA021C"/>
    <w:rsid w:val="00CA1540"/>
    <w:rsid w:val="00CA615F"/>
    <w:rsid w:val="00CA71E2"/>
    <w:rsid w:val="00CB25F9"/>
    <w:rsid w:val="00CB5642"/>
    <w:rsid w:val="00CB6A93"/>
    <w:rsid w:val="00CC0BD4"/>
    <w:rsid w:val="00CC2239"/>
    <w:rsid w:val="00CC2297"/>
    <w:rsid w:val="00CC3B3B"/>
    <w:rsid w:val="00CC594A"/>
    <w:rsid w:val="00CD0099"/>
    <w:rsid w:val="00CD21F3"/>
    <w:rsid w:val="00CD27A8"/>
    <w:rsid w:val="00CE1C66"/>
    <w:rsid w:val="00CE386F"/>
    <w:rsid w:val="00CE38A3"/>
    <w:rsid w:val="00CF0093"/>
    <w:rsid w:val="00CF01DD"/>
    <w:rsid w:val="00CF0C53"/>
    <w:rsid w:val="00CF4884"/>
    <w:rsid w:val="00CF5BAC"/>
    <w:rsid w:val="00D114AE"/>
    <w:rsid w:val="00D149C8"/>
    <w:rsid w:val="00D1644B"/>
    <w:rsid w:val="00D17ADE"/>
    <w:rsid w:val="00D17B8E"/>
    <w:rsid w:val="00D2055C"/>
    <w:rsid w:val="00D21CCE"/>
    <w:rsid w:val="00D2445C"/>
    <w:rsid w:val="00D24970"/>
    <w:rsid w:val="00D250E8"/>
    <w:rsid w:val="00D257E4"/>
    <w:rsid w:val="00D37C21"/>
    <w:rsid w:val="00D430AE"/>
    <w:rsid w:val="00D46BDB"/>
    <w:rsid w:val="00D57564"/>
    <w:rsid w:val="00D63506"/>
    <w:rsid w:val="00D672BE"/>
    <w:rsid w:val="00D73AEF"/>
    <w:rsid w:val="00D80253"/>
    <w:rsid w:val="00D81A93"/>
    <w:rsid w:val="00D81C49"/>
    <w:rsid w:val="00D83166"/>
    <w:rsid w:val="00D8550F"/>
    <w:rsid w:val="00D85755"/>
    <w:rsid w:val="00D92071"/>
    <w:rsid w:val="00D96054"/>
    <w:rsid w:val="00DA1897"/>
    <w:rsid w:val="00DA250D"/>
    <w:rsid w:val="00DA2920"/>
    <w:rsid w:val="00DA4982"/>
    <w:rsid w:val="00DA5B1C"/>
    <w:rsid w:val="00DA6658"/>
    <w:rsid w:val="00DB1DE3"/>
    <w:rsid w:val="00DB398D"/>
    <w:rsid w:val="00DB5479"/>
    <w:rsid w:val="00DC2D2D"/>
    <w:rsid w:val="00DC3C62"/>
    <w:rsid w:val="00DC5E60"/>
    <w:rsid w:val="00DD1086"/>
    <w:rsid w:val="00DD2E78"/>
    <w:rsid w:val="00DD3C2E"/>
    <w:rsid w:val="00DD66DA"/>
    <w:rsid w:val="00DE515E"/>
    <w:rsid w:val="00DE5C96"/>
    <w:rsid w:val="00DF061D"/>
    <w:rsid w:val="00DF2E8E"/>
    <w:rsid w:val="00DF742C"/>
    <w:rsid w:val="00E05CB8"/>
    <w:rsid w:val="00E06698"/>
    <w:rsid w:val="00E13E41"/>
    <w:rsid w:val="00E14414"/>
    <w:rsid w:val="00E158E4"/>
    <w:rsid w:val="00E21231"/>
    <w:rsid w:val="00E247EB"/>
    <w:rsid w:val="00E2768C"/>
    <w:rsid w:val="00E31D1B"/>
    <w:rsid w:val="00E323C8"/>
    <w:rsid w:val="00E32668"/>
    <w:rsid w:val="00E35742"/>
    <w:rsid w:val="00E42E65"/>
    <w:rsid w:val="00E43F08"/>
    <w:rsid w:val="00E441F1"/>
    <w:rsid w:val="00E465AE"/>
    <w:rsid w:val="00E476DD"/>
    <w:rsid w:val="00E5024B"/>
    <w:rsid w:val="00E50A53"/>
    <w:rsid w:val="00E516D3"/>
    <w:rsid w:val="00E51DA7"/>
    <w:rsid w:val="00E60BD8"/>
    <w:rsid w:val="00E617AB"/>
    <w:rsid w:val="00E66B31"/>
    <w:rsid w:val="00E678C6"/>
    <w:rsid w:val="00E71EAE"/>
    <w:rsid w:val="00E74899"/>
    <w:rsid w:val="00E7713E"/>
    <w:rsid w:val="00E7754E"/>
    <w:rsid w:val="00E83AEE"/>
    <w:rsid w:val="00E84A2B"/>
    <w:rsid w:val="00E91430"/>
    <w:rsid w:val="00E93FC1"/>
    <w:rsid w:val="00E95A3C"/>
    <w:rsid w:val="00E96486"/>
    <w:rsid w:val="00E96C0C"/>
    <w:rsid w:val="00EA5F5B"/>
    <w:rsid w:val="00EA733B"/>
    <w:rsid w:val="00EA7B4E"/>
    <w:rsid w:val="00EB2210"/>
    <w:rsid w:val="00EB419F"/>
    <w:rsid w:val="00EB6AB2"/>
    <w:rsid w:val="00EB6D9B"/>
    <w:rsid w:val="00EC064F"/>
    <w:rsid w:val="00EC1F03"/>
    <w:rsid w:val="00EC493C"/>
    <w:rsid w:val="00ED22C3"/>
    <w:rsid w:val="00ED238C"/>
    <w:rsid w:val="00ED39CA"/>
    <w:rsid w:val="00EE0A99"/>
    <w:rsid w:val="00EE1D6E"/>
    <w:rsid w:val="00EE5965"/>
    <w:rsid w:val="00EF1B89"/>
    <w:rsid w:val="00EF1C96"/>
    <w:rsid w:val="00EF63A4"/>
    <w:rsid w:val="00F04D4C"/>
    <w:rsid w:val="00F12D8E"/>
    <w:rsid w:val="00F24949"/>
    <w:rsid w:val="00F24D26"/>
    <w:rsid w:val="00F268F3"/>
    <w:rsid w:val="00F27DE8"/>
    <w:rsid w:val="00F30ACD"/>
    <w:rsid w:val="00F32986"/>
    <w:rsid w:val="00F37855"/>
    <w:rsid w:val="00F43E9F"/>
    <w:rsid w:val="00F4696E"/>
    <w:rsid w:val="00F51E0F"/>
    <w:rsid w:val="00F55166"/>
    <w:rsid w:val="00F610F9"/>
    <w:rsid w:val="00F7143B"/>
    <w:rsid w:val="00F7246F"/>
    <w:rsid w:val="00F760E2"/>
    <w:rsid w:val="00F850C8"/>
    <w:rsid w:val="00F852CC"/>
    <w:rsid w:val="00F857D6"/>
    <w:rsid w:val="00FA5B1D"/>
    <w:rsid w:val="00FA76C2"/>
    <w:rsid w:val="00FB1925"/>
    <w:rsid w:val="00FC3D7A"/>
    <w:rsid w:val="00FC4271"/>
    <w:rsid w:val="00FC43A9"/>
    <w:rsid w:val="00FC7F2B"/>
    <w:rsid w:val="00FD4D64"/>
    <w:rsid w:val="00FE2187"/>
    <w:rsid w:val="00FE63F4"/>
    <w:rsid w:val="00FE7162"/>
    <w:rsid w:val="00FF53CB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375DFF"/>
  <w15:docId w15:val="{EE48AB79-1E72-429F-9E07-CF2FBE92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KHSSTC"/>
    <w:qFormat/>
    <w:rsid w:val="000027A9"/>
    <w:rPr>
      <w:rFonts w:ascii="Calibri" w:eastAsiaTheme="minorHAnsi" w:hAnsi="Calibri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BD6D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locked/>
    <w:rsid w:val="00BD6DA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locked/>
    <w:rsid w:val="00AA19B5"/>
  </w:style>
  <w:style w:type="paragraph" w:customStyle="1" w:styleId="Arial">
    <w:name w:val="Arial"/>
    <w:basedOn w:val="Normln"/>
    <w:locked/>
    <w:rsid w:val="00AA19B5"/>
  </w:style>
  <w:style w:type="paragraph" w:customStyle="1" w:styleId="Arial1">
    <w:name w:val="Arial 1"/>
    <w:basedOn w:val="Arial"/>
    <w:next w:val="Arial"/>
    <w:locked/>
    <w:rsid w:val="00AA19B5"/>
    <w:pPr>
      <w:spacing w:after="240"/>
    </w:pPr>
    <w:rPr>
      <w:b/>
    </w:rPr>
  </w:style>
  <w:style w:type="paragraph" w:customStyle="1" w:styleId="Nadpis">
    <w:name w:val="Nadpis"/>
    <w:locked/>
    <w:rsid w:val="005575C6"/>
    <w:pPr>
      <w:spacing w:after="120" w:line="360" w:lineRule="auto"/>
      <w:ind w:left="601"/>
      <w:jc w:val="center"/>
    </w:pPr>
    <w:rPr>
      <w:rFonts w:ascii="JohnSansTextCE-Bold" w:hAnsi="JohnSansTextCE-Bold" w:cs="JohnSansTextCE-Bold"/>
      <w:b/>
      <w:bCs/>
      <w:color w:val="636965"/>
      <w:sz w:val="24"/>
      <w:szCs w:val="40"/>
    </w:rPr>
  </w:style>
  <w:style w:type="paragraph" w:customStyle="1" w:styleId="Podnadpis1">
    <w:name w:val="Podnadpis1"/>
    <w:locked/>
    <w:rsid w:val="005575C6"/>
    <w:pPr>
      <w:shd w:val="clear" w:color="auto" w:fill="0091B5"/>
      <w:spacing w:before="120" w:after="240"/>
      <w:ind w:left="482"/>
      <w:jc w:val="both"/>
    </w:pPr>
    <w:rPr>
      <w:rFonts w:ascii="JohnSansTextCE" w:hAnsi="JohnSansTextCE" w:cs="JohnSansTextCE"/>
      <w:b/>
      <w:color w:val="FFFFFF"/>
      <w:sz w:val="24"/>
      <w:szCs w:val="24"/>
    </w:rPr>
  </w:style>
  <w:style w:type="paragraph" w:customStyle="1" w:styleId="Odrka">
    <w:name w:val="Odrážka"/>
    <w:locked/>
    <w:rsid w:val="005575C6"/>
    <w:pPr>
      <w:numPr>
        <w:numId w:val="1"/>
      </w:numPr>
      <w:spacing w:line="360" w:lineRule="auto"/>
      <w:jc w:val="both"/>
    </w:pPr>
    <w:rPr>
      <w:rFonts w:ascii="JohnSansTextCE" w:hAnsi="JohnSansTextCE" w:cs="JohnSansTextCE"/>
      <w:color w:val="636965"/>
    </w:rPr>
  </w:style>
  <w:style w:type="paragraph" w:customStyle="1" w:styleId="Podnadpis2">
    <w:name w:val="Podnadpis 2"/>
    <w:basedOn w:val="Podnadpis1"/>
    <w:locked/>
    <w:rsid w:val="005575C6"/>
    <w:pPr>
      <w:spacing w:before="240"/>
    </w:pPr>
  </w:style>
  <w:style w:type="paragraph" w:customStyle="1" w:styleId="Texttrucne">
    <w:name w:val="Text trucne"/>
    <w:locked/>
    <w:rsid w:val="005575C6"/>
    <w:pPr>
      <w:spacing w:line="360" w:lineRule="auto"/>
      <w:ind w:left="601"/>
      <w:jc w:val="both"/>
    </w:pPr>
    <w:rPr>
      <w:rFonts w:ascii="JohnSansTextCE-Bold" w:hAnsi="JohnSansTextCE-Bold" w:cs="JohnSansTextCE-Bold"/>
      <w:b/>
      <w:bCs/>
      <w:color w:val="636965"/>
    </w:rPr>
  </w:style>
  <w:style w:type="paragraph" w:customStyle="1" w:styleId="Nadpistextut-">
    <w:name w:val="Nadpis textu t-"/>
    <w:basedOn w:val="Normln"/>
    <w:locked/>
    <w:rsid w:val="005575C6"/>
    <w:pPr>
      <w:spacing w:before="240" w:line="360" w:lineRule="auto"/>
      <w:ind w:left="839"/>
    </w:pPr>
    <w:rPr>
      <w:rFonts w:ascii="JohnSansTextCE-Bold" w:hAnsi="JohnSansTextCE-Bold" w:cs="JohnSansTextCE-Bold"/>
      <w:b/>
      <w:bCs/>
      <w:color w:val="0091B5"/>
    </w:rPr>
  </w:style>
  <w:style w:type="paragraph" w:customStyle="1" w:styleId="Textkurziva">
    <w:name w:val="Text kurziva"/>
    <w:basedOn w:val="Normln"/>
    <w:locked/>
    <w:rsid w:val="005575C6"/>
    <w:pPr>
      <w:spacing w:line="360" w:lineRule="auto"/>
      <w:ind w:left="840"/>
      <w:jc w:val="both"/>
    </w:pPr>
    <w:rPr>
      <w:rFonts w:ascii="JohnSansTextCE" w:hAnsi="JohnSansTextCE" w:cs="JohnSansTextCE"/>
      <w:i/>
      <w:color w:val="636965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E441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441F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locked/>
    <w:rsid w:val="00E441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41F1"/>
  </w:style>
  <w:style w:type="paragraph" w:styleId="Zpat">
    <w:name w:val="footer"/>
    <w:basedOn w:val="Normln"/>
    <w:link w:val="ZpatChar"/>
    <w:uiPriority w:val="99"/>
    <w:unhideWhenUsed/>
    <w:locked/>
    <w:rsid w:val="00E441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41F1"/>
  </w:style>
  <w:style w:type="table" w:styleId="Mkatabulky">
    <w:name w:val="Table Grid"/>
    <w:basedOn w:val="Normlntabulka"/>
    <w:uiPriority w:val="59"/>
    <w:locked/>
    <w:rsid w:val="00747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dopis">
    <w:name w:val="Váš dopis...."/>
    <w:qFormat/>
    <w:locked/>
    <w:rsid w:val="006B51D3"/>
    <w:pPr>
      <w:framePr w:hSpace="142" w:wrap="around" w:vAnchor="page" w:hAnchor="page" w:x="2156" w:y="1997"/>
    </w:pPr>
    <w:rPr>
      <w:rFonts w:ascii="Times New Roman" w:hAnsi="Times New Roman"/>
      <w:color w:val="003375"/>
      <w:sz w:val="24"/>
    </w:rPr>
  </w:style>
  <w:style w:type="paragraph" w:customStyle="1" w:styleId="Adresa">
    <w:name w:val="Adresa"/>
    <w:qFormat/>
    <w:locked/>
    <w:rsid w:val="00EE5965"/>
    <w:pPr>
      <w:framePr w:hSpace="142" w:wrap="around" w:vAnchor="text" w:hAnchor="page" w:x="6663" w:y="-78"/>
      <w:spacing w:line="360" w:lineRule="auto"/>
    </w:pPr>
    <w:rPr>
      <w:rFonts w:ascii="Times New Roman" w:hAnsi="Times New Roman"/>
      <w:color w:val="003375"/>
      <w:sz w:val="24"/>
    </w:rPr>
  </w:style>
  <w:style w:type="paragraph" w:customStyle="1" w:styleId="NadpisKHS">
    <w:name w:val="Nadpis KHS"/>
    <w:basedOn w:val="Text"/>
    <w:next w:val="Text"/>
    <w:qFormat/>
    <w:locked/>
    <w:rsid w:val="00B42E05"/>
    <w:pPr>
      <w:framePr w:hSpace="142" w:wrap="around" w:vAnchor="page" w:hAnchor="margin" w:y="5353"/>
      <w:spacing w:after="240"/>
      <w:suppressOverlap/>
    </w:pPr>
    <w:rPr>
      <w:b/>
      <w:sz w:val="28"/>
    </w:rPr>
  </w:style>
  <w:style w:type="paragraph" w:customStyle="1" w:styleId="Text">
    <w:name w:val="Text"/>
    <w:qFormat/>
    <w:locked/>
    <w:rsid w:val="00B42E05"/>
    <w:rPr>
      <w:rFonts w:ascii="Times New Roman" w:hAnsi="Times New Roman"/>
      <w:color w:val="003375"/>
      <w:sz w:val="24"/>
    </w:rPr>
  </w:style>
  <w:style w:type="character" w:styleId="Zstupntext">
    <w:name w:val="Placeholder Text"/>
    <w:uiPriority w:val="99"/>
    <w:semiHidden/>
    <w:locked/>
    <w:rsid w:val="00B42E05"/>
    <w:rPr>
      <w:color w:val="808080"/>
    </w:rPr>
  </w:style>
  <w:style w:type="character" w:styleId="Hypertextovodkaz">
    <w:name w:val="Hyperlink"/>
    <w:locked/>
    <w:rsid w:val="00796E8E"/>
    <w:rPr>
      <w:color w:val="0000FF"/>
      <w:u w:val="single"/>
    </w:rPr>
  </w:style>
  <w:style w:type="paragraph" w:styleId="AdresaHTML">
    <w:name w:val="HTML Address"/>
    <w:basedOn w:val="Normln"/>
    <w:locked/>
    <w:rsid w:val="004609CF"/>
    <w:rPr>
      <w:rFonts w:eastAsia="Times New Roman"/>
      <w:i/>
      <w:iCs/>
      <w:szCs w:val="24"/>
    </w:rPr>
  </w:style>
  <w:style w:type="character" w:customStyle="1" w:styleId="Nadpis1Char">
    <w:name w:val="Nadpis 1 Char"/>
    <w:link w:val="Nadpis1"/>
    <w:uiPriority w:val="9"/>
    <w:rsid w:val="00BD6D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BD6DA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kladntext">
    <w:name w:val="Body Text"/>
    <w:basedOn w:val="Normln"/>
    <w:locked/>
    <w:rsid w:val="00086A8B"/>
    <w:pPr>
      <w:jc w:val="both"/>
    </w:pPr>
    <w:rPr>
      <w:rFonts w:eastAsia="Times New Roman"/>
    </w:rPr>
  </w:style>
  <w:style w:type="paragraph" w:styleId="Zkladntext3">
    <w:name w:val="Body Text 3"/>
    <w:basedOn w:val="Normln"/>
    <w:locked/>
    <w:rsid w:val="00086A8B"/>
    <w:pPr>
      <w:jc w:val="both"/>
    </w:pPr>
    <w:rPr>
      <w:rFonts w:eastAsia="Times New Roman"/>
    </w:rPr>
  </w:style>
  <w:style w:type="paragraph" w:customStyle="1" w:styleId="HSHMP">
    <w:name w:val="HSHMP"/>
    <w:basedOn w:val="Normln"/>
    <w:link w:val="HSHMPChar"/>
    <w:qFormat/>
    <w:rsid w:val="00116102"/>
    <w:pPr>
      <w:spacing w:before="120"/>
      <w:ind w:left="567" w:right="567"/>
    </w:pPr>
  </w:style>
  <w:style w:type="character" w:customStyle="1" w:styleId="HSHMPChar">
    <w:name w:val="HSHMP Char"/>
    <w:basedOn w:val="Standardnpsmoodstavce"/>
    <w:link w:val="HSHMP"/>
    <w:rsid w:val="00116102"/>
  </w:style>
  <w:style w:type="paragraph" w:customStyle="1" w:styleId="Vnitnadresa-jmno">
    <w:name w:val="Vnitřní adresa - jméno"/>
    <w:basedOn w:val="Normln"/>
    <w:next w:val="Normln"/>
    <w:rsid w:val="00B36416"/>
    <w:pPr>
      <w:spacing w:before="220"/>
    </w:pPr>
    <w:rPr>
      <w:rFonts w:ascii="Times New Roman" w:eastAsia="Times New Roman" w:hAnsi="Times New Roman"/>
      <w:b/>
      <w:kern w:val="18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B36416"/>
    <w:pPr>
      <w:ind w:left="720"/>
      <w:contextualSpacing/>
      <w:jc w:val="both"/>
    </w:pPr>
    <w:rPr>
      <w:rFonts w:ascii="Times New Roman" w:eastAsia="Times New Roman" w:hAnsi="Times New Roman"/>
      <w:kern w:val="18"/>
      <w:sz w:val="24"/>
      <w:szCs w:val="20"/>
    </w:rPr>
  </w:style>
  <w:style w:type="paragraph" w:styleId="Podnadpis">
    <w:name w:val="Subtitle"/>
    <w:basedOn w:val="Normln"/>
    <w:link w:val="PodnadpisChar"/>
    <w:qFormat/>
    <w:locked/>
    <w:rsid w:val="00B36416"/>
    <w:pPr>
      <w:jc w:val="center"/>
    </w:pPr>
    <w:rPr>
      <w:rFonts w:ascii="Times New Roman" w:eastAsia="Times New Roman" w:hAnsi="Times New Roman"/>
      <w:b/>
      <w:bCs/>
      <w:sz w:val="36"/>
      <w:szCs w:val="36"/>
    </w:rPr>
  </w:style>
  <w:style w:type="character" w:customStyle="1" w:styleId="PodnadpisChar">
    <w:name w:val="Podnadpis Char"/>
    <w:basedOn w:val="Standardnpsmoodstavce"/>
    <w:link w:val="Podnadpis"/>
    <w:rsid w:val="00B36416"/>
    <w:rPr>
      <w:rFonts w:ascii="Times New Roman" w:eastAsia="Times New Roman" w:hAnsi="Times New Roman"/>
      <w:b/>
      <w:bCs/>
      <w:sz w:val="36"/>
      <w:szCs w:val="36"/>
    </w:rPr>
  </w:style>
  <w:style w:type="paragraph" w:styleId="Nzev">
    <w:name w:val="Title"/>
    <w:basedOn w:val="Normln"/>
    <w:link w:val="NzevChar"/>
    <w:qFormat/>
    <w:locked/>
    <w:rsid w:val="000027A9"/>
    <w:pPr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0027A9"/>
    <w:rPr>
      <w:rFonts w:ascii="Times New Roman" w:eastAsia="Times New Roman" w:hAnsi="Times New Roman"/>
      <w:b/>
      <w:bCs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E84A2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84A2B"/>
    <w:rPr>
      <w:rFonts w:ascii="Calibri" w:eastAsiaTheme="minorHAnsi" w:hAnsi="Calibri"/>
      <w:sz w:val="20"/>
      <w:szCs w:val="20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locked/>
    <w:rsid w:val="00E84A2B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801F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801F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1F27"/>
    <w:rPr>
      <w:rFonts w:ascii="Calibri" w:eastAsiaTheme="minorHAnsi" w:hAnsi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801F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1F27"/>
    <w:rPr>
      <w:rFonts w:ascii="Calibri" w:eastAsiaTheme="minorHAnsi" w:hAnsi="Calibri"/>
      <w:b/>
      <w:bCs/>
      <w:sz w:val="20"/>
      <w:szCs w:val="20"/>
      <w:lang w:eastAsia="en-US"/>
    </w:rPr>
  </w:style>
  <w:style w:type="paragraph" w:customStyle="1" w:styleId="Default">
    <w:name w:val="Default"/>
    <w:rsid w:val="00160F93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45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8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-%20je&#353;t&#283;%20neschv&#225;len&#233;\Stanovisko%20-%20SP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DB08C-F3A8-4B2D-B38E-26D277EF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Stanovisko - SP.dotx</Template>
  <TotalTime>509</TotalTime>
  <Pages>2</Pages>
  <Words>396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Stanovisko - SP</vt:lpstr>
    </vt:vector>
  </TitlesOfParts>
  <Company>Krajská hygienická stanice Středočeského kraje se sídlem v Praze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Stanovisko - SP</dc:title>
  <dc:creator>Ing. Kateřina Kočová</dc:creator>
  <cp:lastModifiedBy>Vendula Přibilová</cp:lastModifiedBy>
  <cp:revision>21</cp:revision>
  <cp:lastPrinted>2020-07-10T08:10:00Z</cp:lastPrinted>
  <dcterms:created xsi:type="dcterms:W3CDTF">2022-05-13T07:27:00Z</dcterms:created>
  <dcterms:modified xsi:type="dcterms:W3CDTF">2022-05-16T06:30:00Z</dcterms:modified>
</cp:coreProperties>
</file>